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151AD" w14:textId="4725EA7B" w:rsidR="00AE7C30" w:rsidRDefault="001A761C" w:rsidP="4505FDC8">
      <w:pPr>
        <w:tabs>
          <w:tab w:val="left" w:pos="709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1A761C">
        <w:rPr>
          <w:rFonts w:ascii="Arial" w:eastAsia="Arial" w:hAnsi="Arial" w:cs="Arial"/>
          <w:kern w:val="36"/>
          <w:sz w:val="18"/>
          <w:szCs w:val="18"/>
          <w:lang w:eastAsia="es-MX"/>
        </w:rPr>
        <w:t>CONVOCATORIA dirigida a las personas físicas y morales interesadas en obtener la Autorización como Tercero para emitir el Dictamen Técnico del Taponamiento de Pozos previsto en las DISPOSICIONES administrativas de carácter general que establecen los Lineamientos aplicables a la Construcción y Mantenimiento de Pozos para la Exploración y Extracción de Hidrocarburos</w:t>
      </w:r>
      <w:r w:rsidR="00207DE9">
        <w:rPr>
          <w:rFonts w:ascii="Arial" w:eastAsia="Arial" w:hAnsi="Arial" w:cs="Arial"/>
          <w:kern w:val="36"/>
          <w:sz w:val="18"/>
          <w:szCs w:val="18"/>
          <w:lang w:eastAsia="es-MX"/>
        </w:rPr>
        <w:t xml:space="preserve"> (Disposiciones)</w:t>
      </w:r>
      <w:r w:rsidR="00033D80" w:rsidRPr="4505FDC8">
        <w:rPr>
          <w:rFonts w:ascii="Arial" w:hAnsi="Arial" w:cs="Arial"/>
          <w:sz w:val="18"/>
          <w:szCs w:val="18"/>
        </w:rPr>
        <w:t>,</w:t>
      </w:r>
      <w:r w:rsidR="00AE7C30" w:rsidRPr="4505FDC8">
        <w:rPr>
          <w:rFonts w:ascii="Arial" w:hAnsi="Arial" w:cs="Arial"/>
          <w:sz w:val="18"/>
          <w:szCs w:val="18"/>
        </w:rPr>
        <w:t xml:space="preserve"> </w:t>
      </w:r>
      <w:r w:rsidR="00696FF2" w:rsidRPr="4505FDC8">
        <w:rPr>
          <w:rFonts w:ascii="Arial" w:hAnsi="Arial" w:cs="Arial"/>
          <w:sz w:val="18"/>
          <w:szCs w:val="18"/>
        </w:rPr>
        <w:t>emitid</w:t>
      </w:r>
      <w:r w:rsidR="00F13F2D">
        <w:rPr>
          <w:rFonts w:ascii="Arial" w:hAnsi="Arial" w:cs="Arial"/>
          <w:sz w:val="18"/>
          <w:szCs w:val="18"/>
        </w:rPr>
        <w:t>a</w:t>
      </w:r>
      <w:r w:rsidR="00696FF2" w:rsidRPr="4505FDC8">
        <w:rPr>
          <w:rFonts w:ascii="Arial" w:hAnsi="Arial" w:cs="Arial"/>
          <w:sz w:val="18"/>
          <w:szCs w:val="18"/>
        </w:rPr>
        <w:t xml:space="preserve"> por la Agencia Nacional de Seguridad Industrial y de Protección al Medio Ambiente del Sector Hidrocarburos</w:t>
      </w:r>
      <w:r w:rsidR="460EC4D0" w:rsidRPr="4505FDC8">
        <w:rPr>
          <w:rFonts w:ascii="Arial" w:hAnsi="Arial" w:cs="Arial"/>
          <w:sz w:val="18"/>
          <w:szCs w:val="18"/>
        </w:rPr>
        <w:t xml:space="preserve"> (Agencia)</w:t>
      </w:r>
      <w:r w:rsidR="002F2370">
        <w:rPr>
          <w:rFonts w:ascii="Arial" w:hAnsi="Arial" w:cs="Arial"/>
          <w:sz w:val="18"/>
          <w:szCs w:val="18"/>
        </w:rPr>
        <w:t>,</w:t>
      </w:r>
      <w:r w:rsidR="00332BF6">
        <w:rPr>
          <w:rFonts w:ascii="Arial" w:hAnsi="Arial" w:cs="Arial"/>
          <w:sz w:val="18"/>
          <w:szCs w:val="18"/>
        </w:rPr>
        <w:t xml:space="preserve"> </w:t>
      </w:r>
      <w:r w:rsidR="00AE7C30" w:rsidRPr="4505FDC8">
        <w:rPr>
          <w:rFonts w:ascii="Arial" w:hAnsi="Arial" w:cs="Arial"/>
          <w:sz w:val="18"/>
          <w:szCs w:val="18"/>
        </w:rPr>
        <w:t>publicad</w:t>
      </w:r>
      <w:r w:rsidR="00F13F2D">
        <w:rPr>
          <w:rFonts w:ascii="Arial" w:hAnsi="Arial" w:cs="Arial"/>
          <w:sz w:val="18"/>
          <w:szCs w:val="18"/>
        </w:rPr>
        <w:t>a</w:t>
      </w:r>
      <w:r w:rsidR="00AE7C30" w:rsidRPr="4505FDC8">
        <w:rPr>
          <w:rFonts w:ascii="Arial" w:hAnsi="Arial" w:cs="Arial"/>
          <w:sz w:val="18"/>
          <w:szCs w:val="18"/>
        </w:rPr>
        <w:t xml:space="preserve"> en el Diario Oficial de la Federación el </w:t>
      </w:r>
      <w:r w:rsidR="000D08CE">
        <w:rPr>
          <w:rFonts w:ascii="Arial" w:hAnsi="Arial" w:cs="Arial"/>
          <w:sz w:val="18"/>
          <w:szCs w:val="18"/>
        </w:rPr>
        <w:t>17</w:t>
      </w:r>
      <w:r w:rsidR="00AE7C30" w:rsidRPr="4505FDC8">
        <w:rPr>
          <w:rFonts w:ascii="Arial" w:hAnsi="Arial" w:cs="Arial"/>
          <w:sz w:val="18"/>
          <w:szCs w:val="18"/>
        </w:rPr>
        <w:t xml:space="preserve"> de</w:t>
      </w:r>
      <w:r w:rsidR="00A7583B" w:rsidRPr="4505FDC8">
        <w:rPr>
          <w:rFonts w:ascii="Arial" w:hAnsi="Arial" w:cs="Arial"/>
          <w:sz w:val="18"/>
          <w:szCs w:val="18"/>
        </w:rPr>
        <w:t xml:space="preserve"> </w:t>
      </w:r>
      <w:r w:rsidR="000D08CE">
        <w:rPr>
          <w:rFonts w:ascii="Arial" w:hAnsi="Arial" w:cs="Arial"/>
          <w:sz w:val="18"/>
          <w:szCs w:val="18"/>
        </w:rPr>
        <w:t xml:space="preserve">julio </w:t>
      </w:r>
      <w:r w:rsidR="00AE7C30" w:rsidRPr="4505FDC8">
        <w:rPr>
          <w:rFonts w:ascii="Arial" w:hAnsi="Arial" w:cs="Arial"/>
          <w:sz w:val="18"/>
          <w:szCs w:val="18"/>
        </w:rPr>
        <w:t>de 20</w:t>
      </w:r>
      <w:r w:rsidR="00E11914" w:rsidRPr="4505FDC8">
        <w:rPr>
          <w:rFonts w:ascii="Arial" w:hAnsi="Arial" w:cs="Arial"/>
          <w:sz w:val="18"/>
          <w:szCs w:val="18"/>
        </w:rPr>
        <w:t>2</w:t>
      </w:r>
      <w:r w:rsidR="00055241">
        <w:rPr>
          <w:rFonts w:ascii="Arial" w:hAnsi="Arial" w:cs="Arial"/>
          <w:sz w:val="18"/>
          <w:szCs w:val="18"/>
        </w:rPr>
        <w:t>5</w:t>
      </w:r>
      <w:r w:rsidR="00AE7C30" w:rsidRPr="4505FDC8">
        <w:rPr>
          <w:rFonts w:ascii="Arial" w:hAnsi="Arial" w:cs="Arial"/>
          <w:sz w:val="18"/>
          <w:szCs w:val="18"/>
        </w:rPr>
        <w:t>.</w:t>
      </w:r>
    </w:p>
    <w:p w14:paraId="4A8DB67A" w14:textId="17C47B0D" w:rsidR="000C5D2F" w:rsidRDefault="002C1618" w:rsidP="00E05949">
      <w:pPr>
        <w:tabs>
          <w:tab w:val="left" w:pos="709"/>
        </w:tabs>
        <w:spacing w:before="120"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B217B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6BF259D5" w14:textId="77777777" w:rsidR="00B217B4" w:rsidRPr="00B217B4" w:rsidRDefault="00B217B4" w:rsidP="00E05949">
      <w:pPr>
        <w:tabs>
          <w:tab w:val="left" w:pos="709"/>
        </w:tabs>
        <w:spacing w:before="120"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7"/>
        <w:gridCol w:w="2976"/>
        <w:gridCol w:w="2835"/>
        <w:gridCol w:w="2031"/>
      </w:tblGrid>
      <w:tr w:rsidR="00F27E1A" w:rsidRPr="00F7168F" w14:paraId="13280023" w14:textId="77777777" w:rsidTr="4505FDC8">
        <w:trPr>
          <w:trHeight w:val="82"/>
          <w:tblHeader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F7168F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</w:pPr>
            <w:r w:rsidRPr="00F7168F"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ENTREGABLES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F7168F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 FORMATO</w:t>
            </w:r>
          </w:p>
        </w:tc>
      </w:tr>
      <w:tr w:rsidR="004A1787" w:rsidRPr="00F7168F" w14:paraId="5048D56E" w14:textId="77777777" w:rsidTr="4505FDC8">
        <w:trPr>
          <w:trHeight w:val="379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0B520247" w:rsidR="004A1787" w:rsidRPr="00F7168F" w:rsidRDefault="004A1787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1.-Solicitud de A</w:t>
            </w:r>
            <w:r w:rsidR="00B8132B">
              <w:rPr>
                <w:rFonts w:ascii="Arial" w:eastAsia="Arial" w:hAnsi="Arial" w:cs="Arial"/>
                <w:kern w:val="24"/>
                <w:sz w:val="17"/>
                <w:szCs w:val="17"/>
              </w:rPr>
              <w:t>utoriza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ción</w:t>
            </w:r>
            <w:r w:rsidR="00824D9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5C72C376" w:rsidR="004A1787" w:rsidRPr="00F7168F" w:rsidRDefault="004A1787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Formato para la solicitud de A</w:t>
            </w:r>
            <w:r w:rsidR="00B8132B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utoriza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ción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(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Anexo I</w:t>
            </w:r>
            <w:r w:rsidR="004D39EB">
              <w:rPr>
                <w:rFonts w:ascii="Arial" w:eastAsia="Arial" w:hAnsi="Arial" w:cs="Arial"/>
                <w:kern w:val="24"/>
                <w:sz w:val="17"/>
                <w:szCs w:val="17"/>
              </w:rPr>
              <w:t>I</w:t>
            </w:r>
            <w:r w:rsidR="00320C91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,</w:t>
            </w:r>
            <w:r w:rsidR="00320C91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FF-ASEA-04</w:t>
            </w:r>
            <w:r w:rsidR="009A0BC6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6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</w:rPr>
              <w:t>de los Lineamientos de Terceros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8FBE8D5" w:rsidR="004A1787" w:rsidRPr="00F7168F" w:rsidRDefault="004A1787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3C51D1" w14:textId="3344B516" w:rsidR="00666DD6" w:rsidRDefault="00D078C5" w:rsidP="004368B0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  <w:t>FF-ASEA-04</w:t>
            </w:r>
            <w:r w:rsidR="009A0BC6"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  <w:t>6</w:t>
            </w:r>
          </w:p>
          <w:p w14:paraId="5EA8ED0F" w14:textId="36C36A89" w:rsidR="00FA5D89" w:rsidRDefault="004368B0" w:rsidP="00FA5D8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</w:pPr>
            <w:hyperlink r:id="rId11" w:history="1">
              <w:r w:rsidRPr="00995438">
                <w:rPr>
                  <w:rStyle w:val="Hipervnculo"/>
                  <w:rFonts w:ascii="Arial" w:eastAsia="Arial" w:hAnsi="Arial" w:cs="Arial"/>
                  <w:sz w:val="17"/>
                  <w:szCs w:val="17"/>
                  <w:shd w:val="clear" w:color="auto" w:fill="FFFFFF"/>
                </w:rPr>
                <w:t>https://www.gob.mx/cms/uploads/attachment/file/825150/FF-ASEA-046.pdf</w:t>
              </w:r>
            </w:hyperlink>
          </w:p>
          <w:p w14:paraId="6CDF5EE8" w14:textId="23CA9DF0" w:rsidR="004368B0" w:rsidRPr="00FA5D89" w:rsidRDefault="004368B0" w:rsidP="00FA5D8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</w:pPr>
          </w:p>
        </w:tc>
      </w:tr>
      <w:tr w:rsidR="00B61E0E" w:rsidRPr="00F7168F" w14:paraId="5AE848D7" w14:textId="77777777" w:rsidTr="4505FDC8">
        <w:trPr>
          <w:trHeight w:val="20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40BBCFA0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2.-Pago de aprovechamientos.</w:t>
            </w:r>
          </w:p>
        </w:tc>
        <w:tc>
          <w:tcPr>
            <w:tcW w:w="2976" w:type="dxa"/>
            <w:hideMark/>
          </w:tcPr>
          <w:p w14:paraId="0771B8B4" w14:textId="652E1363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Comprobante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pago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derechos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o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aprovechamientos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del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="006B06DE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     </w:t>
            </w:r>
            <w:proofErr w:type="spellStart"/>
            <w:r w:rsidR="006B06DE" w:rsidRPr="006B06DE">
              <w:rPr>
                <w:rFonts w:ascii="Arial" w:eastAsia="Arial" w:hAnsi="Arial" w:cs="Arial"/>
                <w:color w:val="FFFFFF" w:themeColor="background1"/>
                <w:spacing w:val="-53"/>
                <w:sz w:val="17"/>
                <w:szCs w:val="17"/>
              </w:rPr>
              <w:t>v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Tr</w:t>
            </w:r>
            <w:r w:rsidR="7C2B5EEF" w:rsidRPr="00F7168F">
              <w:rPr>
                <w:rFonts w:ascii="Arial" w:eastAsia="Arial" w:hAnsi="Arial" w:cs="Arial"/>
                <w:sz w:val="17"/>
                <w:szCs w:val="17"/>
              </w:rPr>
              <w:t>á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mite</w:t>
            </w:r>
            <w:proofErr w:type="spellEnd"/>
            <w:r w:rsidRPr="00F7168F"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ASEA-00-04</w:t>
            </w:r>
            <w:r w:rsidR="00EC0F6C">
              <w:rPr>
                <w:rFonts w:ascii="Arial" w:eastAsia="Arial" w:hAnsi="Arial" w:cs="Arial"/>
                <w:sz w:val="17"/>
                <w:szCs w:val="17"/>
              </w:rPr>
              <w:t>6</w:t>
            </w:r>
            <w:r w:rsidR="69450CAE"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2BABD3C" w14:textId="77777777" w:rsidR="00B61E0E" w:rsidRPr="00F7168F" w:rsidRDefault="00B61E0E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Original.</w:t>
            </w:r>
          </w:p>
          <w:p w14:paraId="5D5E1F95" w14:textId="77777777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FBFDBA6" w14:textId="7C95586D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 Que incluya los datos correctos del promovente.</w:t>
            </w:r>
          </w:p>
        </w:tc>
        <w:tc>
          <w:tcPr>
            <w:tcW w:w="20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5570CBE5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1E5F244B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43001CA0" w14:textId="1878998E" w:rsidR="00B61E0E" w:rsidRPr="00F7168F" w:rsidRDefault="00B61E0E" w:rsidP="00F64B72">
            <w:pPr>
              <w:pStyle w:val="TableParagraph"/>
              <w:spacing w:before="11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Hoja</w:t>
            </w:r>
            <w:r w:rsidRPr="00F7168F">
              <w:rPr>
                <w:rFonts w:ascii="Arial" w:eastAsia="Arial" w:hAnsi="Arial" w:cs="Arial"/>
                <w:spacing w:val="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58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ayuda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para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el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 xml:space="preserve"> p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ago en ventanilla 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>bancaria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/>
            <w:vAlign w:val="center"/>
          </w:tcPr>
          <w:p w14:paraId="7656F59F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0119CA41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B61E0E" w:rsidRPr="00F7168F" w14:paraId="586F1160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00878397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69CFE8B5" w14:textId="2C7DACDD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Formato</w:t>
            </w:r>
            <w:r w:rsidRPr="00F7168F">
              <w:rPr>
                <w:rFonts w:ascii="Arial" w:eastAsia="Arial" w:hAnsi="Arial" w:cs="Arial"/>
                <w:spacing w:val="-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e5cinco.</w:t>
            </w:r>
          </w:p>
        </w:tc>
        <w:tc>
          <w:tcPr>
            <w:tcW w:w="2835" w:type="dxa"/>
            <w:vMerge/>
            <w:vAlign w:val="center"/>
          </w:tcPr>
          <w:p w14:paraId="681F5214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149CA4E8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0524C3" w:rsidRPr="00F7168F" w14:paraId="5344A63D" w14:textId="77777777" w:rsidTr="4505FDC8">
        <w:trPr>
          <w:trHeight w:val="585"/>
        </w:trPr>
        <w:tc>
          <w:tcPr>
            <w:tcW w:w="212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B7BA71" w14:textId="5671AAF5" w:rsidR="000524C3" w:rsidRPr="00F7168F" w:rsidRDefault="000524C3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3.-Poder notarial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del representante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apoderado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legal</w:t>
            </w:r>
            <w:r w:rsidR="00CD76C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885D4" w14:textId="572ACD54" w:rsidR="000524C3" w:rsidRPr="00F7168F" w:rsidRDefault="000524C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33BEF" w14:textId="3983410F" w:rsidR="000524C3" w:rsidRPr="00F7168F" w:rsidRDefault="000524C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E362EC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copia certificada para cotejo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  <w:p w14:paraId="62B2C465" w14:textId="28ED64DD" w:rsidR="000524C3" w:rsidRPr="00F7168F" w:rsidRDefault="000524C3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09406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5413C" w14:textId="4BDD91C9" w:rsidR="000524C3" w:rsidRPr="00F7168F" w:rsidRDefault="000524C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80EDD" w:rsidRPr="00F7168F" w14:paraId="767FBD85" w14:textId="77777777" w:rsidTr="4505FDC8">
        <w:trPr>
          <w:trHeight w:val="585"/>
        </w:trPr>
        <w:tc>
          <w:tcPr>
            <w:tcW w:w="2127" w:type="dxa"/>
            <w:vMerge/>
            <w:vAlign w:val="center"/>
          </w:tcPr>
          <w:p w14:paraId="1C3F3E5E" w14:textId="1D4FFEA9" w:rsidR="00B80EDD" w:rsidRPr="00F7168F" w:rsidRDefault="00B80EDD" w:rsidP="00B80EDD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862F5" w14:textId="39F716AF" w:rsidR="00B80EDD" w:rsidRPr="00F7168F" w:rsidRDefault="00B80ED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1ABA2A" w14:textId="77777777" w:rsidR="00B80EDD" w:rsidRPr="00F7168F" w:rsidRDefault="00B80ED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25BAE94B" w14:textId="7664AA48" w:rsidR="00B80EDD" w:rsidRPr="00F7168F" w:rsidRDefault="00B80ED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949E0B" w14:textId="2ECE9866" w:rsidR="00B80EDD" w:rsidRPr="00F7168F" w:rsidRDefault="00B80ED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3C934E1A" w14:textId="77777777" w:rsidTr="4505FDC8">
        <w:trPr>
          <w:trHeight w:val="585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7CBB1D1" w14:textId="395082CD" w:rsidR="00313DF2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4</w:t>
            </w:r>
            <w:r w:rsidR="00313DF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.-Acta constitutiva.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60248" w14:textId="0E08C91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Acta Constitutiva de la empresa. (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Únicamente aplica para personas morales).</w:t>
            </w:r>
          </w:p>
          <w:p w14:paraId="490245A5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C717551" w14:textId="45CA467E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</w:t>
            </w:r>
            <w:r w:rsidR="00015B83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utorización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2B936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57AE8ED3" w14:textId="3F77F1A2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AA0BCB" w14:textId="46B93AC0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59E36CE0" w14:textId="77777777" w:rsidTr="4505FDC8">
        <w:trPr>
          <w:trHeight w:val="146"/>
        </w:trPr>
        <w:tc>
          <w:tcPr>
            <w:tcW w:w="2127" w:type="dxa"/>
            <w:vMerge/>
            <w:vAlign w:val="center"/>
          </w:tcPr>
          <w:p w14:paraId="7C69A954" w14:textId="77777777" w:rsidR="00313DF2" w:rsidRPr="00F7168F" w:rsidRDefault="00313DF2" w:rsidP="00313DF2">
            <w:pPr>
              <w:spacing w:after="0"/>
              <w:rPr>
                <w:rFonts w:ascii="Arial" w:eastAsiaTheme="minorEastAsia" w:hAnsi="Arial" w:cs="Arial"/>
                <w:bCs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F22EA1" w14:textId="5796CFD1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Contrato social de la constitución de la sociedad y la boleta de inscripción en el Registro Público de Comercio. (Únicamente aplica para Sociedad por acciones simplificada)</w:t>
            </w:r>
            <w:r w:rsidR="163A1A48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  <w:p w14:paraId="59F377AE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7C91F0ED" w14:textId="2866323D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</w:t>
            </w:r>
            <w:r w:rsidR="008756CC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utoriza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F082D2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49F95808" w14:textId="0AD784F0" w:rsidR="00313DF2" w:rsidRPr="00F7168F" w:rsidRDefault="00313DF2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B312C1" w14:textId="6B139FA4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63964718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8C3EFE" w14:textId="058224C5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5.-Cédula de identificación fiscal.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594DB9" w14:textId="77777777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  <w:t>Cédula de identificación fiscal, expedida por la Secretaría de Hacienda y Crédito Público.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077591" w14:textId="73B1C4F0" w:rsidR="00D078C5" w:rsidRPr="00F7168F" w:rsidRDefault="00D078C5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C3215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620D5" w14:textId="4053F851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5567D076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325B02" w14:textId="4158EFEF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6.-Declaratoria por promovente</w:t>
            </w:r>
            <w:r w:rsidR="00824D90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DA15CD" w14:textId="6164B0B1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  <w:t>Declaratoria de no existencia de conflicto de interés.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83042F" w14:textId="01EE73C1" w:rsidR="00D078C5" w:rsidRPr="00F7168F" w:rsidRDefault="00D078C5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CC10F9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444716" w14:textId="06E76B3D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Escrito libre conforme al Art. 8 fracción VII de lo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</w:rPr>
              <w:t>s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Lineamientos de Terceros.</w:t>
            </w:r>
          </w:p>
        </w:tc>
      </w:tr>
      <w:tr w:rsidR="00602033" w:rsidRPr="00F7168F" w14:paraId="388D74E5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BE6F36B" w14:textId="7CE3199B" w:rsidR="00602033" w:rsidRPr="00F7168F" w:rsidRDefault="00F04608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7.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Tarifas y precios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1532DA" w14:textId="18E9DA4F" w:rsidR="00B217B4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Las tarifas y precios que aplicará en la prestación de sus servicios, así como la metodología implementada para determinarlos, incluyendo los factores, índices y variables utilizadas, bajo un procedimiento transparente basado en costos.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CAD03" w14:textId="49F6A3EE" w:rsidR="00602033" w:rsidRPr="00F7168F" w:rsidRDefault="0060203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F0460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6216F" w14:textId="59FF05EC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02033" w:rsidRPr="00F7168F" w14:paraId="6FB11302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98D2F51" w14:textId="3652EA38" w:rsidR="00602033" w:rsidRPr="00F7168F" w:rsidRDefault="00FE22DB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8.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Plan de negocios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D1283" w14:textId="4EE23450" w:rsidR="00602033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El plan de negocios para los siguientes doce meses a partir de que sea ingresada la solicitud, con la 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lastRenderedPageBreak/>
              <w:t>justificación respectiva; incluyendo, entre otros, una estimación de los servicios que llevará a cabo como Tercero A</w:t>
            </w:r>
            <w:r w:rsidR="008F76DE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utoriza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do, y de la infraestructura que utilizará para ello.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C0E7F" w14:textId="7E5F2B2C" w:rsidR="00602033" w:rsidRPr="00F7168F" w:rsidRDefault="00FE22DB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lastRenderedPageBreak/>
              <w:t>Original o digital</w:t>
            </w:r>
            <w:r w:rsidR="0060203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4EEFC" w14:textId="3F08DBA4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7028BD" w:rsidRPr="00F7168F" w14:paraId="0060652B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902EA" w14:textId="42A22FC8" w:rsidR="007028BD" w:rsidRPr="00F7168F" w:rsidRDefault="007028BD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9.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Metodología para </w:t>
            </w:r>
            <w:r w:rsidR="00434CCF" w:rsidRPr="00434CCF">
              <w:rPr>
                <w:rFonts w:ascii="Arial" w:eastAsia="Arial" w:hAnsi="Arial" w:cs="Arial"/>
                <w:bCs/>
                <w:kern w:val="24"/>
                <w:sz w:val="17"/>
                <w:szCs w:val="17"/>
                <w:lang w:val="es-ES_tradnl"/>
              </w:rPr>
              <w:t xml:space="preserve">llevar a cabo </w:t>
            </w:r>
            <w:r w:rsidR="00434CCF" w:rsidRPr="00434CCF">
              <w:rPr>
                <w:rFonts w:ascii="Arial" w:eastAsia="Arial" w:hAnsi="Arial" w:cs="Arial"/>
                <w:kern w:val="24"/>
                <w:sz w:val="17"/>
                <w:szCs w:val="17"/>
                <w:lang w:val="es-ES_tradnl"/>
              </w:rPr>
              <w:t>las actividades para las cuales solicita la Autorización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1A84C" w14:textId="39DFD897" w:rsidR="00B217B4" w:rsidRPr="00F7168F" w:rsidRDefault="007028B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La metodología que se utilizará</w:t>
            </w:r>
            <w:r w:rsidR="00207DE9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para </w:t>
            </w:r>
            <w:r w:rsidR="00207DE9" w:rsidRPr="00AE26CD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emitir el Dictamen Técnico del Taponamiento de Pozos previsto en las Disposiciones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2248E" w14:textId="0A3D06FD" w:rsidR="007028BD" w:rsidRPr="00F7168F" w:rsidRDefault="007028B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13739" w14:textId="51DEF034" w:rsidR="007028BD" w:rsidRPr="00F7168F" w:rsidRDefault="007028B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A7E38" w:rsidRPr="00F7168F" w14:paraId="0B856329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99EEA" w14:textId="6D59CF82" w:rsidR="006A7E38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10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B83DE0">
              <w:rPr>
                <w:rFonts w:ascii="Arial" w:eastAsia="Arial" w:hAnsi="Arial" w:cs="Arial"/>
                <w:kern w:val="24"/>
                <w:sz w:val="17"/>
                <w:szCs w:val="17"/>
              </w:rPr>
              <w:t>Certific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24934" w14:textId="7193A59C" w:rsidR="00B217B4" w:rsidRPr="00F7168F" w:rsidRDefault="001E5A4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="Arial Narrow" w:hAnsi="Arial" w:cs="Arial"/>
                <w:sz w:val="18"/>
                <w:szCs w:val="18"/>
                <w:lang w:val="es-ES" w:eastAsia="es-ES"/>
              </w:rPr>
              <w:t>C</w:t>
            </w:r>
            <w:r w:rsidRPr="000E3B6E">
              <w:rPr>
                <w:rFonts w:ascii="Arial" w:eastAsia="Arial Narrow" w:hAnsi="Arial" w:cs="Arial"/>
                <w:sz w:val="18"/>
                <w:szCs w:val="18"/>
                <w:lang w:val="es-ES" w:eastAsia="es-ES"/>
              </w:rPr>
              <w:t>ertificado vigente de su sistema de gestión de la calidad con base en la norma NMX-CC-9001-IMNC-2015 o la que la modifique o sustituya, emitido por un organismo de certificación acreditado</w:t>
            </w:r>
            <w:r w:rsidR="00C87464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F33B2" w14:textId="71B15AFC" w:rsidR="006A7E38" w:rsidRPr="00F7168F" w:rsidRDefault="006A7E38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</w:t>
            </w:r>
            <w:r w:rsidR="00576FCF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copia simple o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F0B67" w14:textId="70B1DB9F" w:rsidR="006A7E38" w:rsidRPr="00F7168F" w:rsidRDefault="006A7E38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6EFA1685" w14:textId="77777777" w:rsidTr="4505FDC8">
        <w:trPr>
          <w:trHeight w:val="1242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505262" w14:textId="6442EABA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11.-Los documentos solicitados en la </w:t>
            </w:r>
            <w:r w:rsidR="78B8BB85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C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onvocatoria.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F79C863" w14:textId="7043EB91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Grado de estudios: Cédula profesional de estudios de nivel licenciatura por cada personal técnico postulado, o en su caso, “Equivalencia de Estudios de tipo Superior”</w:t>
            </w:r>
            <w:r w:rsidR="30F70A5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E09782C" w14:textId="2B0BA14B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F4BCC1" w14:textId="0156C9BA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___</w:t>
            </w:r>
          </w:p>
        </w:tc>
      </w:tr>
      <w:tr w:rsidR="00B61E0E" w:rsidRPr="00F7168F" w14:paraId="1F6FB7DE" w14:textId="77777777" w:rsidTr="4505FDC8">
        <w:trPr>
          <w:trHeight w:val="1529"/>
        </w:trPr>
        <w:tc>
          <w:tcPr>
            <w:tcW w:w="2127" w:type="dxa"/>
            <w:vMerge/>
            <w:vAlign w:val="center"/>
            <w:hideMark/>
          </w:tcPr>
          <w:p w14:paraId="4B2B5101" w14:textId="77777777" w:rsidR="00B61E0E" w:rsidRPr="00F7168F" w:rsidRDefault="00B61E0E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D915F0F" w14:textId="251A058F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El personal con estudios en el extranjero, presentar título profesional o su equivalente, apostillado por parte del país emisor, por cada personal técnico postulado.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A4580E6" w14:textId="50609834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76EC45B" w14:textId="2DACFBD7" w:rsidR="00B61E0E" w:rsidRPr="00F7168F" w:rsidRDefault="00B61E0E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___</w:t>
            </w:r>
          </w:p>
        </w:tc>
      </w:tr>
      <w:tr w:rsidR="00D61EB2" w:rsidRPr="00F7168F" w14:paraId="24170710" w14:textId="77777777" w:rsidTr="4505FDC8">
        <w:trPr>
          <w:trHeight w:val="1113"/>
        </w:trPr>
        <w:tc>
          <w:tcPr>
            <w:tcW w:w="2127" w:type="dxa"/>
            <w:vMerge/>
            <w:vAlign w:val="center"/>
          </w:tcPr>
          <w:p w14:paraId="65738FDC" w14:textId="77777777" w:rsidR="00D61EB2" w:rsidRPr="00F7168F" w:rsidRDefault="00D61EB2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7BE70E" w14:textId="7D215CB0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Ficha curricular. Entregar un formato por </w:t>
            </w:r>
            <w:r w:rsidR="00223CCB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p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ersonal técnico postulado.</w:t>
            </w:r>
          </w:p>
          <w:p w14:paraId="545BD3BC" w14:textId="77777777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  <w:p w14:paraId="1D62CEF4" w14:textId="39BE4D6A" w:rsidR="00D61EB2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Nota: Anexa</w:t>
            </w:r>
            <w:r w:rsidR="004E6245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r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copia simple de la documentación 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que soporte la información incluida en la Ficha Curricular</w:t>
            </w:r>
            <w:r w:rsidR="00B648A0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, tales </w:t>
            </w:r>
            <w:r w:rsidR="00B82FAF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como: 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cartas o constancias de experiencia laboral o profesional, contratos de trabajo, etc.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A9DBCE" w14:textId="77777777" w:rsidR="00AD3F5A" w:rsidRPr="005C06E7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Original o copia certificada para cotejo</w:t>
            </w:r>
            <w:r w:rsidR="00AD3F5A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.</w:t>
            </w:r>
          </w:p>
          <w:p w14:paraId="72AA2CEC" w14:textId="701C4866" w:rsidR="005C06E7" w:rsidRPr="00F7168F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58A421D" w14:textId="414CDA9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ASEA/TER/F-11</w:t>
            </w:r>
          </w:p>
        </w:tc>
      </w:tr>
      <w:tr w:rsidR="00DF3A1D" w:rsidRPr="00F7168F" w14:paraId="578D7221" w14:textId="77777777" w:rsidTr="4505FDC8">
        <w:trPr>
          <w:trHeight w:val="70"/>
        </w:trPr>
        <w:tc>
          <w:tcPr>
            <w:tcW w:w="2127" w:type="dxa"/>
            <w:vMerge/>
            <w:vAlign w:val="center"/>
          </w:tcPr>
          <w:p w14:paraId="3A3FF384" w14:textId="77777777" w:rsidR="00DF3A1D" w:rsidRPr="00F7168F" w:rsidRDefault="00DF3A1D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6DD6A9" w14:textId="6885E1CC" w:rsidR="00DF3A1D" w:rsidRPr="00F7168F" w:rsidRDefault="00DF3A1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Identificación oficial vigente del </w:t>
            </w:r>
            <w:r w:rsidR="793CEDA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ersonal </w:t>
            </w:r>
            <w:r w:rsidR="593501E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écnico 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propuesto</w:t>
            </w:r>
            <w:r w:rsidR="0024485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(</w:t>
            </w:r>
            <w:r w:rsidR="009C3AD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Credencial para votar o pasaporte)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721E88" w14:textId="77777777" w:rsidR="00DF3A1D" w:rsidRPr="00F7168F" w:rsidRDefault="00DF3A1D" w:rsidP="00B648A0">
            <w:pPr>
              <w:pStyle w:val="Prrafodelista"/>
              <w:numPr>
                <w:ilvl w:val="0"/>
                <w:numId w:val="20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0AE319B9" w14:textId="1E0A522D" w:rsidR="00DF3A1D" w:rsidRPr="00F7168F" w:rsidRDefault="00DF3A1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5E8E7F" w14:textId="2E19A3A0" w:rsidR="00DF3A1D" w:rsidRPr="00F7168F" w:rsidRDefault="00DF3A1D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61EB2" w:rsidRPr="00F7168F" w14:paraId="53998263" w14:textId="77777777" w:rsidTr="4505FDC8">
        <w:trPr>
          <w:trHeight w:val="621"/>
        </w:trPr>
        <w:tc>
          <w:tcPr>
            <w:tcW w:w="2127" w:type="dxa"/>
            <w:vMerge/>
            <w:vAlign w:val="center"/>
          </w:tcPr>
          <w:p w14:paraId="6E59B77C" w14:textId="77777777" w:rsidR="00D61EB2" w:rsidRPr="00F7168F" w:rsidRDefault="00D61EB2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E10C0F" w14:textId="4F85D7C3" w:rsidR="00D61EB2" w:rsidRPr="00F7168F" w:rsidRDefault="00D61EB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Declaratoria de conocimientos técnicos y normativos, para fungir como Tercero A</w:t>
            </w:r>
            <w:r w:rsidR="00AB4156">
              <w:rPr>
                <w:rFonts w:ascii="Arial" w:eastAsia="Arial" w:hAnsi="Arial" w:cs="Arial"/>
                <w:kern w:val="24"/>
                <w:sz w:val="17"/>
                <w:szCs w:val="17"/>
              </w:rPr>
              <w:t>utorizado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E98403E" w14:textId="1684EEC7" w:rsidR="00D61EB2" w:rsidRPr="00F7168F" w:rsidRDefault="00D61EB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1E54520" w14:textId="04C9186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ASEA/TER/F-13</w:t>
            </w:r>
          </w:p>
        </w:tc>
      </w:tr>
      <w:tr w:rsidR="00D61EB2" w:rsidRPr="00F7168F" w14:paraId="20FFF3F4" w14:textId="77777777" w:rsidTr="4505FDC8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D557B0" w14:textId="77777777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  <w:t>Lineamientos de Terceros:</w:t>
            </w:r>
          </w:p>
          <w:p w14:paraId="16CBBC35" w14:textId="6C91CA82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F7168F">
              <w:rPr>
                <w:rFonts w:ascii="Arial" w:hAnsi="Arial" w:cs="Arial"/>
                <w:bCs/>
                <w:sz w:val="17"/>
                <w:szCs w:val="17"/>
                <w:shd w:val="clear" w:color="auto" w:fill="FFFFFF"/>
              </w:rPr>
              <w:t>DOF: 17/04/2023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F90B65" w:rsidRPr="00F7168F" w14:paraId="6F3AC576" w14:textId="77777777" w:rsidTr="002077D2">
        <w:trPr>
          <w:trHeight w:val="1266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27F2B" w14:textId="23829F91" w:rsidR="00F90B65" w:rsidRPr="003E37C9" w:rsidRDefault="00F90B65" w:rsidP="003E37C9">
            <w:pPr>
              <w:pStyle w:val="TableParagraph"/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hAnsi="Arial" w:cs="Arial"/>
                <w:b/>
                <w:bCs/>
                <w:sz w:val="17"/>
                <w:szCs w:val="17"/>
              </w:rPr>
              <w:t>Nota:</w:t>
            </w:r>
          </w:p>
          <w:p w14:paraId="2BF6CB89" w14:textId="2FA753F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35EB0F3A" w14:textId="278E414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15B3F05A" w14:textId="6D227CDB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En la medida de lo posible evitar el uso de carpetas y </w:t>
            </w:r>
            <w:r w:rsidRPr="00F7168F">
              <w:rPr>
                <w:rFonts w:ascii="Arial" w:eastAsiaTheme="minorEastAsia" w:hAnsi="Arial" w:cs="Arial"/>
                <w:kern w:val="24"/>
                <w:sz w:val="17"/>
                <w:szCs w:val="17"/>
              </w:rPr>
              <w:t>protectores de plásticos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33185CBA" w14:textId="43E7A276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El documento “Estructura y Orden de las Solicitudes” es una guía para la presentación de la solicitud, NO es necesario presentar este documento a la A</w:t>
            </w:r>
            <w:r w:rsidR="00160A3E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gencia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441EDE16" w14:textId="67E5FFED" w:rsidR="002F1F24" w:rsidRPr="00F7168F" w:rsidRDefault="002F1F24" w:rsidP="003E37C9">
            <w:pPr>
              <w:pStyle w:val="NormalWeb"/>
              <w:spacing w:before="0" w:beforeAutospacing="0" w:after="0" w:afterAutospacing="0"/>
              <w:ind w:right="136"/>
              <w:jc w:val="both"/>
              <w:textAlignment w:val="center"/>
              <w:rPr>
                <w:rStyle w:val="Textoennegrita"/>
                <w:rFonts w:ascii="Arial" w:eastAsiaTheme="minorEastAsia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Revisar cada requisito solicitado en la Convocatoria para la cual solicita la A</w:t>
            </w:r>
            <w:r w:rsidR="00C6393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utorización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y en los Lineamientos de Terceros.</w:t>
            </w:r>
          </w:p>
        </w:tc>
      </w:tr>
    </w:tbl>
    <w:p w14:paraId="2FB3A195" w14:textId="77777777" w:rsidR="0019005F" w:rsidRPr="00B217B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B217B4" w:rsidSect="00102DE4">
      <w:headerReference w:type="default" r:id="rId12"/>
      <w:footerReference w:type="default" r:id="rId13"/>
      <w:pgSz w:w="12240" w:h="15840" w:code="1"/>
      <w:pgMar w:top="1014" w:right="1134" w:bottom="1134" w:left="1134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284EC" w14:textId="77777777" w:rsidR="00D87B78" w:rsidRDefault="00D87B78" w:rsidP="00DC0B28">
      <w:pPr>
        <w:spacing w:after="0"/>
      </w:pPr>
      <w:r>
        <w:separator/>
      </w:r>
    </w:p>
  </w:endnote>
  <w:endnote w:type="continuationSeparator" w:id="0">
    <w:p w14:paraId="217D7B11" w14:textId="77777777" w:rsidR="00D87B78" w:rsidRDefault="00D87B78" w:rsidP="00DC0B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158918177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6724D1CC" w14:textId="77777777" w:rsidR="00181B4E" w:rsidRPr="00641A63" w:rsidRDefault="00181B4E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Página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 de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7D3119" w14:textId="1366BB1C" w:rsidR="00934CD3" w:rsidRDefault="00934CD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27A2A" w14:textId="77777777" w:rsidR="00D87B78" w:rsidRDefault="00D87B78" w:rsidP="00DC0B28">
      <w:pPr>
        <w:spacing w:after="0"/>
      </w:pPr>
      <w:r>
        <w:separator/>
      </w:r>
    </w:p>
  </w:footnote>
  <w:footnote w:type="continuationSeparator" w:id="0">
    <w:p w14:paraId="1BB806BB" w14:textId="77777777" w:rsidR="00D87B78" w:rsidRDefault="00D87B78" w:rsidP="00DC0B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EB3FEA" w:rsidRPr="00EB3FEA" w14:paraId="6E9C3CB3" w14:textId="77777777" w:rsidTr="004B7008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67A585A" w14:textId="4DBFF7DF" w:rsidR="004A1787" w:rsidRPr="00EB3FEA" w:rsidRDefault="004A1787" w:rsidP="004A1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EB3FEA">
            <w:rPr>
              <w:rFonts w:ascii="Arial" w:hAnsi="Arial" w:cs="Arial"/>
              <w:bCs/>
              <w:sz w:val="16"/>
              <w:szCs w:val="16"/>
            </w:rPr>
            <w:t>Fecha de actualización</w:t>
          </w:r>
          <w:r w:rsidR="00401B36" w:rsidRPr="00EB3FEA">
            <w:rPr>
              <w:rFonts w:ascii="Arial" w:hAnsi="Arial" w:cs="Arial"/>
              <w:bCs/>
              <w:sz w:val="16"/>
              <w:szCs w:val="16"/>
            </w:rPr>
            <w:t>: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 xml:space="preserve"> </w:t>
          </w:r>
          <w:r w:rsidR="000D08CE">
            <w:rPr>
              <w:rFonts w:ascii="Arial" w:hAnsi="Arial" w:cs="Arial"/>
              <w:bCs/>
              <w:sz w:val="16"/>
              <w:szCs w:val="16"/>
            </w:rPr>
            <w:t>17</w:t>
          </w:r>
          <w:r w:rsidR="009E7544" w:rsidRPr="000D08CE">
            <w:rPr>
              <w:rFonts w:ascii="Arial" w:hAnsi="Arial" w:cs="Arial"/>
              <w:bCs/>
              <w:sz w:val="16"/>
              <w:szCs w:val="16"/>
            </w:rPr>
            <w:t>/</w:t>
          </w:r>
          <w:r w:rsidR="00B6732E" w:rsidRPr="000D08CE">
            <w:rPr>
              <w:rFonts w:ascii="Arial" w:hAnsi="Arial" w:cs="Arial"/>
              <w:bCs/>
              <w:sz w:val="16"/>
              <w:szCs w:val="16"/>
            </w:rPr>
            <w:t>0</w:t>
          </w:r>
          <w:r w:rsidR="000D08CE">
            <w:rPr>
              <w:rFonts w:ascii="Arial" w:hAnsi="Arial" w:cs="Arial"/>
              <w:bCs/>
              <w:sz w:val="16"/>
              <w:szCs w:val="16"/>
            </w:rPr>
            <w:t>7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>/202</w:t>
          </w:r>
          <w:r w:rsidR="00310068">
            <w:rPr>
              <w:rFonts w:ascii="Arial" w:hAnsi="Arial" w:cs="Arial"/>
              <w:bCs/>
              <w:sz w:val="16"/>
              <w:szCs w:val="16"/>
            </w:rPr>
            <w:t>5</w:t>
          </w:r>
        </w:p>
      </w:tc>
    </w:tr>
  </w:tbl>
  <w:p w14:paraId="7AD18E38" w14:textId="77777777" w:rsidR="008C4A3E" w:rsidRPr="00EB3FEA" w:rsidRDefault="008C4A3E" w:rsidP="008C4A3E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EB3FEA">
      <w:rPr>
        <w:rFonts w:ascii="Arial" w:hAnsi="Arial" w:cs="Arial"/>
        <w:b/>
        <w:sz w:val="20"/>
        <w:szCs w:val="20"/>
      </w:rPr>
      <w:t>ESTRUCTURA Y ORDEN DE LAS SOLICITUDES</w:t>
    </w:r>
  </w:p>
  <w:p w14:paraId="1503ED02" w14:textId="621907D1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D69E9"/>
    <w:multiLevelType w:val="hybridMultilevel"/>
    <w:tmpl w:val="139E1A1C"/>
    <w:lvl w:ilvl="0" w:tplc="F3324AA8">
      <w:start w:val="1"/>
      <w:numFmt w:val="lowerLetter"/>
      <w:lvlText w:val="%1)"/>
      <w:lvlJc w:val="left"/>
      <w:pPr>
        <w:ind w:left="1067" w:hanging="360"/>
      </w:pPr>
      <w:rPr>
        <w:rFonts w:ascii="Arial" w:eastAsiaTheme="minorHAnsi" w:hAnsi="Arial" w:cs="Arial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787" w:hanging="360"/>
      </w:pPr>
    </w:lvl>
    <w:lvl w:ilvl="2" w:tplc="080A001B" w:tentative="1">
      <w:start w:val="1"/>
      <w:numFmt w:val="lowerRoman"/>
      <w:lvlText w:val="%3."/>
      <w:lvlJc w:val="right"/>
      <w:pPr>
        <w:ind w:left="2507" w:hanging="180"/>
      </w:pPr>
    </w:lvl>
    <w:lvl w:ilvl="3" w:tplc="080A000F" w:tentative="1">
      <w:start w:val="1"/>
      <w:numFmt w:val="decimal"/>
      <w:lvlText w:val="%4."/>
      <w:lvlJc w:val="left"/>
      <w:pPr>
        <w:ind w:left="3227" w:hanging="360"/>
      </w:pPr>
    </w:lvl>
    <w:lvl w:ilvl="4" w:tplc="080A0019" w:tentative="1">
      <w:start w:val="1"/>
      <w:numFmt w:val="lowerLetter"/>
      <w:lvlText w:val="%5."/>
      <w:lvlJc w:val="left"/>
      <w:pPr>
        <w:ind w:left="3947" w:hanging="360"/>
      </w:pPr>
    </w:lvl>
    <w:lvl w:ilvl="5" w:tplc="080A001B" w:tentative="1">
      <w:start w:val="1"/>
      <w:numFmt w:val="lowerRoman"/>
      <w:lvlText w:val="%6."/>
      <w:lvlJc w:val="right"/>
      <w:pPr>
        <w:ind w:left="4667" w:hanging="180"/>
      </w:pPr>
    </w:lvl>
    <w:lvl w:ilvl="6" w:tplc="080A000F" w:tentative="1">
      <w:start w:val="1"/>
      <w:numFmt w:val="decimal"/>
      <w:lvlText w:val="%7."/>
      <w:lvlJc w:val="left"/>
      <w:pPr>
        <w:ind w:left="5387" w:hanging="360"/>
      </w:pPr>
    </w:lvl>
    <w:lvl w:ilvl="7" w:tplc="080A0019" w:tentative="1">
      <w:start w:val="1"/>
      <w:numFmt w:val="lowerLetter"/>
      <w:lvlText w:val="%8."/>
      <w:lvlJc w:val="left"/>
      <w:pPr>
        <w:ind w:left="6107" w:hanging="360"/>
      </w:pPr>
    </w:lvl>
    <w:lvl w:ilvl="8" w:tplc="080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0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3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4" w15:restartNumberingAfterBreak="0">
    <w:nsid w:val="787E56A3"/>
    <w:multiLevelType w:val="hybridMultilevel"/>
    <w:tmpl w:val="D908A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75BC3"/>
    <w:multiLevelType w:val="hybridMultilevel"/>
    <w:tmpl w:val="D5A80966"/>
    <w:lvl w:ilvl="0" w:tplc="0B10C9A2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2110152203">
    <w:abstractNumId w:val="17"/>
  </w:num>
  <w:num w:numId="2" w16cid:durableId="1118992582">
    <w:abstractNumId w:val="0"/>
  </w:num>
  <w:num w:numId="3" w16cid:durableId="59330060">
    <w:abstractNumId w:val="7"/>
  </w:num>
  <w:num w:numId="4" w16cid:durableId="1131823997">
    <w:abstractNumId w:val="9"/>
  </w:num>
  <w:num w:numId="5" w16cid:durableId="2054692329">
    <w:abstractNumId w:val="6"/>
  </w:num>
  <w:num w:numId="6" w16cid:durableId="270556967">
    <w:abstractNumId w:val="3"/>
  </w:num>
  <w:num w:numId="7" w16cid:durableId="1433359435">
    <w:abstractNumId w:val="1"/>
  </w:num>
  <w:num w:numId="8" w16cid:durableId="262417702">
    <w:abstractNumId w:val="15"/>
  </w:num>
  <w:num w:numId="9" w16cid:durableId="1669869298">
    <w:abstractNumId w:val="10"/>
  </w:num>
  <w:num w:numId="10" w16cid:durableId="14316617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351706">
    <w:abstractNumId w:val="11"/>
  </w:num>
  <w:num w:numId="12" w16cid:durableId="914775712">
    <w:abstractNumId w:val="12"/>
  </w:num>
  <w:num w:numId="13" w16cid:durableId="202715197">
    <w:abstractNumId w:val="21"/>
  </w:num>
  <w:num w:numId="14" w16cid:durableId="1020470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97202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017508">
    <w:abstractNumId w:val="18"/>
  </w:num>
  <w:num w:numId="17" w16cid:durableId="904877151">
    <w:abstractNumId w:val="20"/>
  </w:num>
  <w:num w:numId="18" w16cid:durableId="1181703435">
    <w:abstractNumId w:val="14"/>
  </w:num>
  <w:num w:numId="19" w16cid:durableId="1487169411">
    <w:abstractNumId w:val="16"/>
  </w:num>
  <w:num w:numId="20" w16cid:durableId="443576032">
    <w:abstractNumId w:val="8"/>
  </w:num>
  <w:num w:numId="21" w16cid:durableId="336805511">
    <w:abstractNumId w:val="23"/>
  </w:num>
  <w:num w:numId="22" w16cid:durableId="788161734">
    <w:abstractNumId w:val="13"/>
  </w:num>
  <w:num w:numId="23" w16cid:durableId="1852526766">
    <w:abstractNumId w:val="8"/>
  </w:num>
  <w:num w:numId="24" w16cid:durableId="12044420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2271517">
    <w:abstractNumId w:val="25"/>
  </w:num>
  <w:num w:numId="26" w16cid:durableId="407767958">
    <w:abstractNumId w:val="19"/>
  </w:num>
  <w:num w:numId="27" w16cid:durableId="1086800807">
    <w:abstractNumId w:val="22"/>
  </w:num>
  <w:num w:numId="28" w16cid:durableId="12473007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3E9D"/>
    <w:rsid w:val="00007D18"/>
    <w:rsid w:val="000127C7"/>
    <w:rsid w:val="00015B83"/>
    <w:rsid w:val="00016749"/>
    <w:rsid w:val="00016BB5"/>
    <w:rsid w:val="00020FEF"/>
    <w:rsid w:val="00021823"/>
    <w:rsid w:val="0002575C"/>
    <w:rsid w:val="00025DDA"/>
    <w:rsid w:val="00027B5A"/>
    <w:rsid w:val="000321AF"/>
    <w:rsid w:val="00033112"/>
    <w:rsid w:val="00033D80"/>
    <w:rsid w:val="0003487C"/>
    <w:rsid w:val="00035947"/>
    <w:rsid w:val="00037F1E"/>
    <w:rsid w:val="00045E25"/>
    <w:rsid w:val="000502AD"/>
    <w:rsid w:val="00051045"/>
    <w:rsid w:val="00051E5B"/>
    <w:rsid w:val="000524C3"/>
    <w:rsid w:val="000524DD"/>
    <w:rsid w:val="00055241"/>
    <w:rsid w:val="0006137C"/>
    <w:rsid w:val="000620D4"/>
    <w:rsid w:val="00066D60"/>
    <w:rsid w:val="000710B9"/>
    <w:rsid w:val="00073B64"/>
    <w:rsid w:val="00073D83"/>
    <w:rsid w:val="00074372"/>
    <w:rsid w:val="00074D8E"/>
    <w:rsid w:val="00077054"/>
    <w:rsid w:val="000777C2"/>
    <w:rsid w:val="00080B9D"/>
    <w:rsid w:val="00081C54"/>
    <w:rsid w:val="00081EBB"/>
    <w:rsid w:val="000869E6"/>
    <w:rsid w:val="00091F0D"/>
    <w:rsid w:val="00092E3A"/>
    <w:rsid w:val="000937EB"/>
    <w:rsid w:val="0009406D"/>
    <w:rsid w:val="000955E2"/>
    <w:rsid w:val="00095A67"/>
    <w:rsid w:val="000A24DF"/>
    <w:rsid w:val="000A78AF"/>
    <w:rsid w:val="000B08DF"/>
    <w:rsid w:val="000B0D83"/>
    <w:rsid w:val="000B13CD"/>
    <w:rsid w:val="000B2749"/>
    <w:rsid w:val="000B4FF4"/>
    <w:rsid w:val="000B56AF"/>
    <w:rsid w:val="000B6F41"/>
    <w:rsid w:val="000B7CAD"/>
    <w:rsid w:val="000C0256"/>
    <w:rsid w:val="000C1F98"/>
    <w:rsid w:val="000C223F"/>
    <w:rsid w:val="000C5D2F"/>
    <w:rsid w:val="000C7056"/>
    <w:rsid w:val="000C7FA9"/>
    <w:rsid w:val="000D03C0"/>
    <w:rsid w:val="000D08CE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56A6"/>
    <w:rsid w:val="000F641E"/>
    <w:rsid w:val="000F7540"/>
    <w:rsid w:val="000F7E32"/>
    <w:rsid w:val="00100B45"/>
    <w:rsid w:val="00102DE4"/>
    <w:rsid w:val="001039F4"/>
    <w:rsid w:val="00105A9F"/>
    <w:rsid w:val="00106E17"/>
    <w:rsid w:val="00107561"/>
    <w:rsid w:val="001117C1"/>
    <w:rsid w:val="0011190B"/>
    <w:rsid w:val="00113928"/>
    <w:rsid w:val="001168E8"/>
    <w:rsid w:val="0012018B"/>
    <w:rsid w:val="00121595"/>
    <w:rsid w:val="001223CD"/>
    <w:rsid w:val="00122496"/>
    <w:rsid w:val="00125CCD"/>
    <w:rsid w:val="00133B82"/>
    <w:rsid w:val="001340C4"/>
    <w:rsid w:val="00135553"/>
    <w:rsid w:val="00135601"/>
    <w:rsid w:val="001356D9"/>
    <w:rsid w:val="00135D05"/>
    <w:rsid w:val="00136272"/>
    <w:rsid w:val="001367AE"/>
    <w:rsid w:val="00137868"/>
    <w:rsid w:val="00141F1B"/>
    <w:rsid w:val="00142BCD"/>
    <w:rsid w:val="00144FC9"/>
    <w:rsid w:val="0014712D"/>
    <w:rsid w:val="0014727C"/>
    <w:rsid w:val="00147605"/>
    <w:rsid w:val="00150B78"/>
    <w:rsid w:val="001531F1"/>
    <w:rsid w:val="00155C1C"/>
    <w:rsid w:val="001568A4"/>
    <w:rsid w:val="00160A3E"/>
    <w:rsid w:val="001619AA"/>
    <w:rsid w:val="00161CC4"/>
    <w:rsid w:val="00162004"/>
    <w:rsid w:val="0016256A"/>
    <w:rsid w:val="0016324F"/>
    <w:rsid w:val="0017045D"/>
    <w:rsid w:val="001722C0"/>
    <w:rsid w:val="00172528"/>
    <w:rsid w:val="001748B4"/>
    <w:rsid w:val="00177624"/>
    <w:rsid w:val="00180D1A"/>
    <w:rsid w:val="00181227"/>
    <w:rsid w:val="00181936"/>
    <w:rsid w:val="00181B4E"/>
    <w:rsid w:val="001865FD"/>
    <w:rsid w:val="0019005F"/>
    <w:rsid w:val="001926FA"/>
    <w:rsid w:val="001971CB"/>
    <w:rsid w:val="001A097E"/>
    <w:rsid w:val="001A196F"/>
    <w:rsid w:val="001A3149"/>
    <w:rsid w:val="001A51C0"/>
    <w:rsid w:val="001A761C"/>
    <w:rsid w:val="001A77D6"/>
    <w:rsid w:val="001B068B"/>
    <w:rsid w:val="001B0D00"/>
    <w:rsid w:val="001B7488"/>
    <w:rsid w:val="001B7E40"/>
    <w:rsid w:val="001B7E8C"/>
    <w:rsid w:val="001C2F9F"/>
    <w:rsid w:val="001C3BEC"/>
    <w:rsid w:val="001C7D38"/>
    <w:rsid w:val="001D0327"/>
    <w:rsid w:val="001D4636"/>
    <w:rsid w:val="001E1C58"/>
    <w:rsid w:val="001E2057"/>
    <w:rsid w:val="001E2BEB"/>
    <w:rsid w:val="001E56E2"/>
    <w:rsid w:val="001E5A45"/>
    <w:rsid w:val="001F3279"/>
    <w:rsid w:val="001F3A73"/>
    <w:rsid w:val="001F6876"/>
    <w:rsid w:val="001F6D2A"/>
    <w:rsid w:val="001F6DEA"/>
    <w:rsid w:val="00202054"/>
    <w:rsid w:val="0020652E"/>
    <w:rsid w:val="002077D2"/>
    <w:rsid w:val="00207DE9"/>
    <w:rsid w:val="00210651"/>
    <w:rsid w:val="00212641"/>
    <w:rsid w:val="002135DD"/>
    <w:rsid w:val="00216370"/>
    <w:rsid w:val="00220772"/>
    <w:rsid w:val="00220982"/>
    <w:rsid w:val="00221FAE"/>
    <w:rsid w:val="00222CC5"/>
    <w:rsid w:val="00223CCB"/>
    <w:rsid w:val="002240DC"/>
    <w:rsid w:val="00224337"/>
    <w:rsid w:val="002350F0"/>
    <w:rsid w:val="00236EAE"/>
    <w:rsid w:val="00237BC0"/>
    <w:rsid w:val="00237F79"/>
    <w:rsid w:val="002442BC"/>
    <w:rsid w:val="0024485A"/>
    <w:rsid w:val="002460EB"/>
    <w:rsid w:val="00246BC9"/>
    <w:rsid w:val="00247529"/>
    <w:rsid w:val="002479F3"/>
    <w:rsid w:val="00250F7E"/>
    <w:rsid w:val="002543AC"/>
    <w:rsid w:val="0025652F"/>
    <w:rsid w:val="002624EF"/>
    <w:rsid w:val="00266DF8"/>
    <w:rsid w:val="00270302"/>
    <w:rsid w:val="0027767A"/>
    <w:rsid w:val="0028072C"/>
    <w:rsid w:val="00280D97"/>
    <w:rsid w:val="00280DF6"/>
    <w:rsid w:val="0028177C"/>
    <w:rsid w:val="00283420"/>
    <w:rsid w:val="0029040A"/>
    <w:rsid w:val="00290B7A"/>
    <w:rsid w:val="00291DF4"/>
    <w:rsid w:val="00292841"/>
    <w:rsid w:val="00292AAF"/>
    <w:rsid w:val="00292D82"/>
    <w:rsid w:val="00294B3A"/>
    <w:rsid w:val="00295402"/>
    <w:rsid w:val="00296540"/>
    <w:rsid w:val="00296CEA"/>
    <w:rsid w:val="002A20B2"/>
    <w:rsid w:val="002A3103"/>
    <w:rsid w:val="002A51C2"/>
    <w:rsid w:val="002A76B8"/>
    <w:rsid w:val="002B32EA"/>
    <w:rsid w:val="002B7A74"/>
    <w:rsid w:val="002C1618"/>
    <w:rsid w:val="002C27C0"/>
    <w:rsid w:val="002C2F40"/>
    <w:rsid w:val="002C4AAF"/>
    <w:rsid w:val="002C5E90"/>
    <w:rsid w:val="002D0B5E"/>
    <w:rsid w:val="002D1A2A"/>
    <w:rsid w:val="002D3966"/>
    <w:rsid w:val="002D5C28"/>
    <w:rsid w:val="002D74AC"/>
    <w:rsid w:val="002E05BC"/>
    <w:rsid w:val="002E0D94"/>
    <w:rsid w:val="002E3DB2"/>
    <w:rsid w:val="002F1F24"/>
    <w:rsid w:val="002F2370"/>
    <w:rsid w:val="002F297F"/>
    <w:rsid w:val="002F34B4"/>
    <w:rsid w:val="002F54B8"/>
    <w:rsid w:val="002F5639"/>
    <w:rsid w:val="002F7CEA"/>
    <w:rsid w:val="00302816"/>
    <w:rsid w:val="003034E2"/>
    <w:rsid w:val="003043FA"/>
    <w:rsid w:val="0030457B"/>
    <w:rsid w:val="003050BD"/>
    <w:rsid w:val="0030680C"/>
    <w:rsid w:val="00310068"/>
    <w:rsid w:val="00312592"/>
    <w:rsid w:val="00313DF2"/>
    <w:rsid w:val="00313F08"/>
    <w:rsid w:val="00316597"/>
    <w:rsid w:val="00320C91"/>
    <w:rsid w:val="00321700"/>
    <w:rsid w:val="003224F1"/>
    <w:rsid w:val="00325641"/>
    <w:rsid w:val="00325CDB"/>
    <w:rsid w:val="003316C6"/>
    <w:rsid w:val="00332BF6"/>
    <w:rsid w:val="00333415"/>
    <w:rsid w:val="0033396B"/>
    <w:rsid w:val="00337778"/>
    <w:rsid w:val="00341BCA"/>
    <w:rsid w:val="00343514"/>
    <w:rsid w:val="00343E5C"/>
    <w:rsid w:val="00345EB4"/>
    <w:rsid w:val="0034750B"/>
    <w:rsid w:val="00352775"/>
    <w:rsid w:val="00355C38"/>
    <w:rsid w:val="00355E24"/>
    <w:rsid w:val="00356486"/>
    <w:rsid w:val="00357ABA"/>
    <w:rsid w:val="00364AB5"/>
    <w:rsid w:val="00370F7D"/>
    <w:rsid w:val="0037173E"/>
    <w:rsid w:val="00373594"/>
    <w:rsid w:val="0037431A"/>
    <w:rsid w:val="00380D16"/>
    <w:rsid w:val="00386454"/>
    <w:rsid w:val="00390695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A6215"/>
    <w:rsid w:val="003B18BC"/>
    <w:rsid w:val="003B1B78"/>
    <w:rsid w:val="003B2451"/>
    <w:rsid w:val="003B3B58"/>
    <w:rsid w:val="003C0C90"/>
    <w:rsid w:val="003C2623"/>
    <w:rsid w:val="003C5D96"/>
    <w:rsid w:val="003C77E9"/>
    <w:rsid w:val="003D13C3"/>
    <w:rsid w:val="003D539D"/>
    <w:rsid w:val="003D5488"/>
    <w:rsid w:val="003E05BB"/>
    <w:rsid w:val="003E06D1"/>
    <w:rsid w:val="003E10B3"/>
    <w:rsid w:val="003E2717"/>
    <w:rsid w:val="003E37C9"/>
    <w:rsid w:val="003F4D26"/>
    <w:rsid w:val="003F4FAF"/>
    <w:rsid w:val="003F72B2"/>
    <w:rsid w:val="00400D4F"/>
    <w:rsid w:val="00400F33"/>
    <w:rsid w:val="00401B36"/>
    <w:rsid w:val="00402459"/>
    <w:rsid w:val="00405540"/>
    <w:rsid w:val="00410F99"/>
    <w:rsid w:val="00415839"/>
    <w:rsid w:val="00416DF6"/>
    <w:rsid w:val="00421F4D"/>
    <w:rsid w:val="00426428"/>
    <w:rsid w:val="004274B3"/>
    <w:rsid w:val="00430D50"/>
    <w:rsid w:val="00431EBD"/>
    <w:rsid w:val="00433085"/>
    <w:rsid w:val="00434783"/>
    <w:rsid w:val="00434CCF"/>
    <w:rsid w:val="0043518E"/>
    <w:rsid w:val="004368B0"/>
    <w:rsid w:val="00436BAB"/>
    <w:rsid w:val="00441ADD"/>
    <w:rsid w:val="00446736"/>
    <w:rsid w:val="004469C3"/>
    <w:rsid w:val="00452F6B"/>
    <w:rsid w:val="0045480B"/>
    <w:rsid w:val="004561EA"/>
    <w:rsid w:val="00457B4E"/>
    <w:rsid w:val="0046163B"/>
    <w:rsid w:val="00462618"/>
    <w:rsid w:val="00470D0F"/>
    <w:rsid w:val="0048029B"/>
    <w:rsid w:val="00480C04"/>
    <w:rsid w:val="00482342"/>
    <w:rsid w:val="004846D4"/>
    <w:rsid w:val="0048510F"/>
    <w:rsid w:val="00486225"/>
    <w:rsid w:val="0049035C"/>
    <w:rsid w:val="00490EDE"/>
    <w:rsid w:val="00495C07"/>
    <w:rsid w:val="004A0630"/>
    <w:rsid w:val="004A12A8"/>
    <w:rsid w:val="004A1787"/>
    <w:rsid w:val="004A1F4A"/>
    <w:rsid w:val="004A4395"/>
    <w:rsid w:val="004A6DD0"/>
    <w:rsid w:val="004B5D00"/>
    <w:rsid w:val="004B5D8A"/>
    <w:rsid w:val="004B6511"/>
    <w:rsid w:val="004D0788"/>
    <w:rsid w:val="004D39EB"/>
    <w:rsid w:val="004D4F10"/>
    <w:rsid w:val="004D68DB"/>
    <w:rsid w:val="004D6E3A"/>
    <w:rsid w:val="004E0F7B"/>
    <w:rsid w:val="004E15AE"/>
    <w:rsid w:val="004E1CFD"/>
    <w:rsid w:val="004E3E6B"/>
    <w:rsid w:val="004E6245"/>
    <w:rsid w:val="004E739F"/>
    <w:rsid w:val="004F14B2"/>
    <w:rsid w:val="004F15CE"/>
    <w:rsid w:val="004F32F4"/>
    <w:rsid w:val="004F33F5"/>
    <w:rsid w:val="004F4691"/>
    <w:rsid w:val="004F46B9"/>
    <w:rsid w:val="004F6D21"/>
    <w:rsid w:val="00500125"/>
    <w:rsid w:val="00505CA6"/>
    <w:rsid w:val="00507A85"/>
    <w:rsid w:val="00510768"/>
    <w:rsid w:val="00512D35"/>
    <w:rsid w:val="00512D6F"/>
    <w:rsid w:val="00514413"/>
    <w:rsid w:val="00516DCD"/>
    <w:rsid w:val="00520BBD"/>
    <w:rsid w:val="00521203"/>
    <w:rsid w:val="00523021"/>
    <w:rsid w:val="00524FFF"/>
    <w:rsid w:val="005271D2"/>
    <w:rsid w:val="005276EB"/>
    <w:rsid w:val="0053273B"/>
    <w:rsid w:val="00533BDE"/>
    <w:rsid w:val="005347DC"/>
    <w:rsid w:val="00537A45"/>
    <w:rsid w:val="00540139"/>
    <w:rsid w:val="0054680B"/>
    <w:rsid w:val="00550018"/>
    <w:rsid w:val="005508F8"/>
    <w:rsid w:val="00553417"/>
    <w:rsid w:val="005551B7"/>
    <w:rsid w:val="00560F8F"/>
    <w:rsid w:val="00561122"/>
    <w:rsid w:val="00564432"/>
    <w:rsid w:val="005674C4"/>
    <w:rsid w:val="00576FCF"/>
    <w:rsid w:val="0058168B"/>
    <w:rsid w:val="005830E8"/>
    <w:rsid w:val="00583310"/>
    <w:rsid w:val="005835C1"/>
    <w:rsid w:val="005860E5"/>
    <w:rsid w:val="00586EC6"/>
    <w:rsid w:val="00593F3E"/>
    <w:rsid w:val="005A0BBD"/>
    <w:rsid w:val="005A2882"/>
    <w:rsid w:val="005A417C"/>
    <w:rsid w:val="005A5397"/>
    <w:rsid w:val="005A6C5D"/>
    <w:rsid w:val="005B3964"/>
    <w:rsid w:val="005B5290"/>
    <w:rsid w:val="005C06E7"/>
    <w:rsid w:val="005C1D03"/>
    <w:rsid w:val="005C1FA1"/>
    <w:rsid w:val="005D1320"/>
    <w:rsid w:val="005D21B4"/>
    <w:rsid w:val="005D3893"/>
    <w:rsid w:val="005D4980"/>
    <w:rsid w:val="005D53AB"/>
    <w:rsid w:val="005D6661"/>
    <w:rsid w:val="005E28DB"/>
    <w:rsid w:val="005E41DF"/>
    <w:rsid w:val="005E5F67"/>
    <w:rsid w:val="005E6C6B"/>
    <w:rsid w:val="005E6F9C"/>
    <w:rsid w:val="005F33D9"/>
    <w:rsid w:val="005F3E6D"/>
    <w:rsid w:val="005F4074"/>
    <w:rsid w:val="005F555E"/>
    <w:rsid w:val="005F6086"/>
    <w:rsid w:val="005F799B"/>
    <w:rsid w:val="00602033"/>
    <w:rsid w:val="0060301B"/>
    <w:rsid w:val="006139F8"/>
    <w:rsid w:val="00613A78"/>
    <w:rsid w:val="00614FE3"/>
    <w:rsid w:val="00615ABC"/>
    <w:rsid w:val="00616543"/>
    <w:rsid w:val="00616646"/>
    <w:rsid w:val="006238FF"/>
    <w:rsid w:val="006242B9"/>
    <w:rsid w:val="00627E3A"/>
    <w:rsid w:val="00631C5D"/>
    <w:rsid w:val="006329A5"/>
    <w:rsid w:val="00635310"/>
    <w:rsid w:val="00641611"/>
    <w:rsid w:val="00641A63"/>
    <w:rsid w:val="00642EB7"/>
    <w:rsid w:val="00645158"/>
    <w:rsid w:val="006472EC"/>
    <w:rsid w:val="0065296F"/>
    <w:rsid w:val="00652C57"/>
    <w:rsid w:val="006537A7"/>
    <w:rsid w:val="00655DD2"/>
    <w:rsid w:val="006577BB"/>
    <w:rsid w:val="0066344F"/>
    <w:rsid w:val="006645A2"/>
    <w:rsid w:val="0066513B"/>
    <w:rsid w:val="00665C78"/>
    <w:rsid w:val="00666DD6"/>
    <w:rsid w:val="00671F96"/>
    <w:rsid w:val="0067245E"/>
    <w:rsid w:val="00673726"/>
    <w:rsid w:val="00683884"/>
    <w:rsid w:val="006859E6"/>
    <w:rsid w:val="00687B1A"/>
    <w:rsid w:val="00687DCC"/>
    <w:rsid w:val="006906BB"/>
    <w:rsid w:val="00693E17"/>
    <w:rsid w:val="00694740"/>
    <w:rsid w:val="006951A0"/>
    <w:rsid w:val="006953AC"/>
    <w:rsid w:val="00695584"/>
    <w:rsid w:val="00696907"/>
    <w:rsid w:val="00696FF2"/>
    <w:rsid w:val="0069735A"/>
    <w:rsid w:val="00697732"/>
    <w:rsid w:val="006A1F4C"/>
    <w:rsid w:val="006A218A"/>
    <w:rsid w:val="006A7E38"/>
    <w:rsid w:val="006B06DE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6F6C05"/>
    <w:rsid w:val="007024E6"/>
    <w:rsid w:val="007028BD"/>
    <w:rsid w:val="00702EC9"/>
    <w:rsid w:val="00703E75"/>
    <w:rsid w:val="007060D3"/>
    <w:rsid w:val="00711B1A"/>
    <w:rsid w:val="00711B6F"/>
    <w:rsid w:val="00713FFF"/>
    <w:rsid w:val="00715987"/>
    <w:rsid w:val="0072345B"/>
    <w:rsid w:val="00723BD6"/>
    <w:rsid w:val="007332A1"/>
    <w:rsid w:val="007376F8"/>
    <w:rsid w:val="00737A44"/>
    <w:rsid w:val="007403AD"/>
    <w:rsid w:val="0074279C"/>
    <w:rsid w:val="00742D78"/>
    <w:rsid w:val="00743952"/>
    <w:rsid w:val="00751EF5"/>
    <w:rsid w:val="00753AB0"/>
    <w:rsid w:val="00754979"/>
    <w:rsid w:val="00756E04"/>
    <w:rsid w:val="007572B6"/>
    <w:rsid w:val="007574F5"/>
    <w:rsid w:val="00760409"/>
    <w:rsid w:val="00761A8A"/>
    <w:rsid w:val="00762BF0"/>
    <w:rsid w:val="00763BF5"/>
    <w:rsid w:val="00764E8D"/>
    <w:rsid w:val="007669A1"/>
    <w:rsid w:val="00766CCB"/>
    <w:rsid w:val="00772775"/>
    <w:rsid w:val="00772848"/>
    <w:rsid w:val="00775AFB"/>
    <w:rsid w:val="00776069"/>
    <w:rsid w:val="00776309"/>
    <w:rsid w:val="00777C2A"/>
    <w:rsid w:val="00780304"/>
    <w:rsid w:val="0078355B"/>
    <w:rsid w:val="0078405E"/>
    <w:rsid w:val="00790B96"/>
    <w:rsid w:val="0079386B"/>
    <w:rsid w:val="00793D95"/>
    <w:rsid w:val="00795920"/>
    <w:rsid w:val="0079693B"/>
    <w:rsid w:val="00796FFC"/>
    <w:rsid w:val="007978E6"/>
    <w:rsid w:val="007A1650"/>
    <w:rsid w:val="007A1920"/>
    <w:rsid w:val="007A20D0"/>
    <w:rsid w:val="007A39BC"/>
    <w:rsid w:val="007A3AE1"/>
    <w:rsid w:val="007B0706"/>
    <w:rsid w:val="007B0B94"/>
    <w:rsid w:val="007B1634"/>
    <w:rsid w:val="007B2937"/>
    <w:rsid w:val="007B2DF1"/>
    <w:rsid w:val="007B3D62"/>
    <w:rsid w:val="007B4270"/>
    <w:rsid w:val="007B7394"/>
    <w:rsid w:val="007C1834"/>
    <w:rsid w:val="007C6431"/>
    <w:rsid w:val="007D34C7"/>
    <w:rsid w:val="007D53A6"/>
    <w:rsid w:val="007D6B6B"/>
    <w:rsid w:val="007D6C9E"/>
    <w:rsid w:val="007D7645"/>
    <w:rsid w:val="007E157C"/>
    <w:rsid w:val="007E24C1"/>
    <w:rsid w:val="007E29D6"/>
    <w:rsid w:val="007E29EE"/>
    <w:rsid w:val="007E49C1"/>
    <w:rsid w:val="007E5F54"/>
    <w:rsid w:val="007E6238"/>
    <w:rsid w:val="007F2C31"/>
    <w:rsid w:val="007F5319"/>
    <w:rsid w:val="00800351"/>
    <w:rsid w:val="00805C49"/>
    <w:rsid w:val="00812860"/>
    <w:rsid w:val="00812B97"/>
    <w:rsid w:val="00812C4E"/>
    <w:rsid w:val="00814B5D"/>
    <w:rsid w:val="00815F63"/>
    <w:rsid w:val="00820D59"/>
    <w:rsid w:val="00822075"/>
    <w:rsid w:val="008246D4"/>
    <w:rsid w:val="00824D90"/>
    <w:rsid w:val="00825B6D"/>
    <w:rsid w:val="008302C6"/>
    <w:rsid w:val="00831302"/>
    <w:rsid w:val="008328FD"/>
    <w:rsid w:val="0084015D"/>
    <w:rsid w:val="00842880"/>
    <w:rsid w:val="00846C25"/>
    <w:rsid w:val="00852BD0"/>
    <w:rsid w:val="0086262A"/>
    <w:rsid w:val="0086289F"/>
    <w:rsid w:val="00862DCF"/>
    <w:rsid w:val="008643FD"/>
    <w:rsid w:val="0086662D"/>
    <w:rsid w:val="00867F4C"/>
    <w:rsid w:val="0087452C"/>
    <w:rsid w:val="008756CC"/>
    <w:rsid w:val="00881500"/>
    <w:rsid w:val="008818A6"/>
    <w:rsid w:val="00882754"/>
    <w:rsid w:val="008829FC"/>
    <w:rsid w:val="00882E64"/>
    <w:rsid w:val="008835F9"/>
    <w:rsid w:val="00883A81"/>
    <w:rsid w:val="00885B01"/>
    <w:rsid w:val="00886660"/>
    <w:rsid w:val="00886D2F"/>
    <w:rsid w:val="0089060A"/>
    <w:rsid w:val="00892FC1"/>
    <w:rsid w:val="008932FA"/>
    <w:rsid w:val="008A0155"/>
    <w:rsid w:val="008A26AA"/>
    <w:rsid w:val="008A450B"/>
    <w:rsid w:val="008A5205"/>
    <w:rsid w:val="008A7642"/>
    <w:rsid w:val="008B489F"/>
    <w:rsid w:val="008B5EB6"/>
    <w:rsid w:val="008B7CFF"/>
    <w:rsid w:val="008C2AF2"/>
    <w:rsid w:val="008C4A3E"/>
    <w:rsid w:val="008C56ED"/>
    <w:rsid w:val="008C7D5F"/>
    <w:rsid w:val="008D0F58"/>
    <w:rsid w:val="008D1C1E"/>
    <w:rsid w:val="008D2F26"/>
    <w:rsid w:val="008D3076"/>
    <w:rsid w:val="008D31FF"/>
    <w:rsid w:val="008D632A"/>
    <w:rsid w:val="008D657D"/>
    <w:rsid w:val="008D7980"/>
    <w:rsid w:val="008D7A6F"/>
    <w:rsid w:val="008E0E37"/>
    <w:rsid w:val="008E41B4"/>
    <w:rsid w:val="008F1CDF"/>
    <w:rsid w:val="008F207F"/>
    <w:rsid w:val="008F5A33"/>
    <w:rsid w:val="008F5DF5"/>
    <w:rsid w:val="008F6551"/>
    <w:rsid w:val="008F6C93"/>
    <w:rsid w:val="008F76DE"/>
    <w:rsid w:val="009013BD"/>
    <w:rsid w:val="009018B4"/>
    <w:rsid w:val="00906787"/>
    <w:rsid w:val="009140CF"/>
    <w:rsid w:val="0091529B"/>
    <w:rsid w:val="00916124"/>
    <w:rsid w:val="00920100"/>
    <w:rsid w:val="00921B48"/>
    <w:rsid w:val="00921D23"/>
    <w:rsid w:val="00923748"/>
    <w:rsid w:val="00923B16"/>
    <w:rsid w:val="009275A2"/>
    <w:rsid w:val="00930088"/>
    <w:rsid w:val="00931F68"/>
    <w:rsid w:val="009325B6"/>
    <w:rsid w:val="00934CD3"/>
    <w:rsid w:val="009416B8"/>
    <w:rsid w:val="0094277C"/>
    <w:rsid w:val="00943738"/>
    <w:rsid w:val="00943747"/>
    <w:rsid w:val="00943C02"/>
    <w:rsid w:val="00945525"/>
    <w:rsid w:val="009457ED"/>
    <w:rsid w:val="00946107"/>
    <w:rsid w:val="00952AA8"/>
    <w:rsid w:val="00953A2C"/>
    <w:rsid w:val="00956F4B"/>
    <w:rsid w:val="0096157E"/>
    <w:rsid w:val="00962948"/>
    <w:rsid w:val="00963800"/>
    <w:rsid w:val="00967240"/>
    <w:rsid w:val="00971587"/>
    <w:rsid w:val="00972471"/>
    <w:rsid w:val="009800D2"/>
    <w:rsid w:val="0098078F"/>
    <w:rsid w:val="009834C8"/>
    <w:rsid w:val="00990318"/>
    <w:rsid w:val="00994830"/>
    <w:rsid w:val="009A0812"/>
    <w:rsid w:val="009A0BC6"/>
    <w:rsid w:val="009A3DDA"/>
    <w:rsid w:val="009A462A"/>
    <w:rsid w:val="009A5B17"/>
    <w:rsid w:val="009B08F8"/>
    <w:rsid w:val="009B1052"/>
    <w:rsid w:val="009B223B"/>
    <w:rsid w:val="009B4213"/>
    <w:rsid w:val="009B4D57"/>
    <w:rsid w:val="009C2A63"/>
    <w:rsid w:val="009C3AD7"/>
    <w:rsid w:val="009C4CD1"/>
    <w:rsid w:val="009C648F"/>
    <w:rsid w:val="009C71D0"/>
    <w:rsid w:val="009D23AE"/>
    <w:rsid w:val="009D766A"/>
    <w:rsid w:val="009D7CC7"/>
    <w:rsid w:val="009E0326"/>
    <w:rsid w:val="009E0BAC"/>
    <w:rsid w:val="009E517F"/>
    <w:rsid w:val="009E52D3"/>
    <w:rsid w:val="009E74C7"/>
    <w:rsid w:val="009E7544"/>
    <w:rsid w:val="009F2C6E"/>
    <w:rsid w:val="00A02931"/>
    <w:rsid w:val="00A03C45"/>
    <w:rsid w:val="00A04873"/>
    <w:rsid w:val="00A13A78"/>
    <w:rsid w:val="00A209C4"/>
    <w:rsid w:val="00A22138"/>
    <w:rsid w:val="00A25AC0"/>
    <w:rsid w:val="00A25D89"/>
    <w:rsid w:val="00A309B2"/>
    <w:rsid w:val="00A3355E"/>
    <w:rsid w:val="00A33B82"/>
    <w:rsid w:val="00A34952"/>
    <w:rsid w:val="00A352EA"/>
    <w:rsid w:val="00A4007A"/>
    <w:rsid w:val="00A41B1E"/>
    <w:rsid w:val="00A43411"/>
    <w:rsid w:val="00A47E90"/>
    <w:rsid w:val="00A50FE1"/>
    <w:rsid w:val="00A51E31"/>
    <w:rsid w:val="00A548E3"/>
    <w:rsid w:val="00A561EB"/>
    <w:rsid w:val="00A61402"/>
    <w:rsid w:val="00A654E5"/>
    <w:rsid w:val="00A7583B"/>
    <w:rsid w:val="00A764F3"/>
    <w:rsid w:val="00A77267"/>
    <w:rsid w:val="00A83A83"/>
    <w:rsid w:val="00A84535"/>
    <w:rsid w:val="00A85F74"/>
    <w:rsid w:val="00A86448"/>
    <w:rsid w:val="00A90A8D"/>
    <w:rsid w:val="00A933BD"/>
    <w:rsid w:val="00A95091"/>
    <w:rsid w:val="00A9535F"/>
    <w:rsid w:val="00A95848"/>
    <w:rsid w:val="00A95E58"/>
    <w:rsid w:val="00A96352"/>
    <w:rsid w:val="00AA1156"/>
    <w:rsid w:val="00AA50D7"/>
    <w:rsid w:val="00AA76DD"/>
    <w:rsid w:val="00AA7E37"/>
    <w:rsid w:val="00AB1859"/>
    <w:rsid w:val="00AB2B29"/>
    <w:rsid w:val="00AB2B3A"/>
    <w:rsid w:val="00AB4156"/>
    <w:rsid w:val="00AB4BAD"/>
    <w:rsid w:val="00AB533D"/>
    <w:rsid w:val="00AB64FD"/>
    <w:rsid w:val="00AB6FFA"/>
    <w:rsid w:val="00AB72BA"/>
    <w:rsid w:val="00AC1850"/>
    <w:rsid w:val="00AC74FD"/>
    <w:rsid w:val="00AC7FDF"/>
    <w:rsid w:val="00AD018C"/>
    <w:rsid w:val="00AD07CD"/>
    <w:rsid w:val="00AD32C1"/>
    <w:rsid w:val="00AD3F5A"/>
    <w:rsid w:val="00AE0E59"/>
    <w:rsid w:val="00AE2434"/>
    <w:rsid w:val="00AE25AA"/>
    <w:rsid w:val="00AE26CD"/>
    <w:rsid w:val="00AE7C30"/>
    <w:rsid w:val="00AF2287"/>
    <w:rsid w:val="00AF2835"/>
    <w:rsid w:val="00AF3422"/>
    <w:rsid w:val="00AF3CC7"/>
    <w:rsid w:val="00AF72F1"/>
    <w:rsid w:val="00B02401"/>
    <w:rsid w:val="00B026DC"/>
    <w:rsid w:val="00B07790"/>
    <w:rsid w:val="00B11664"/>
    <w:rsid w:val="00B11CDA"/>
    <w:rsid w:val="00B13CA1"/>
    <w:rsid w:val="00B175B7"/>
    <w:rsid w:val="00B217B4"/>
    <w:rsid w:val="00B21EAB"/>
    <w:rsid w:val="00B22F35"/>
    <w:rsid w:val="00B25BB9"/>
    <w:rsid w:val="00B269D2"/>
    <w:rsid w:val="00B2787F"/>
    <w:rsid w:val="00B27DD1"/>
    <w:rsid w:val="00B31755"/>
    <w:rsid w:val="00B322BB"/>
    <w:rsid w:val="00B33139"/>
    <w:rsid w:val="00B3453A"/>
    <w:rsid w:val="00B35360"/>
    <w:rsid w:val="00B355D1"/>
    <w:rsid w:val="00B4095D"/>
    <w:rsid w:val="00B413B9"/>
    <w:rsid w:val="00B428FF"/>
    <w:rsid w:val="00B46143"/>
    <w:rsid w:val="00B46AD1"/>
    <w:rsid w:val="00B5050F"/>
    <w:rsid w:val="00B5205A"/>
    <w:rsid w:val="00B52CF9"/>
    <w:rsid w:val="00B578A6"/>
    <w:rsid w:val="00B61C06"/>
    <w:rsid w:val="00B61E0E"/>
    <w:rsid w:val="00B63780"/>
    <w:rsid w:val="00B648A0"/>
    <w:rsid w:val="00B6673D"/>
    <w:rsid w:val="00B67144"/>
    <w:rsid w:val="00B6732E"/>
    <w:rsid w:val="00B704D6"/>
    <w:rsid w:val="00B717B4"/>
    <w:rsid w:val="00B71D49"/>
    <w:rsid w:val="00B731D1"/>
    <w:rsid w:val="00B80EDD"/>
    <w:rsid w:val="00B8132B"/>
    <w:rsid w:val="00B81824"/>
    <w:rsid w:val="00B82FAF"/>
    <w:rsid w:val="00B83DE0"/>
    <w:rsid w:val="00BA0F5B"/>
    <w:rsid w:val="00BA152D"/>
    <w:rsid w:val="00BA3123"/>
    <w:rsid w:val="00BA38FA"/>
    <w:rsid w:val="00BA4ECF"/>
    <w:rsid w:val="00BA5173"/>
    <w:rsid w:val="00BA542A"/>
    <w:rsid w:val="00BB1BE7"/>
    <w:rsid w:val="00BB1CC4"/>
    <w:rsid w:val="00BB2349"/>
    <w:rsid w:val="00BB56E0"/>
    <w:rsid w:val="00BB6098"/>
    <w:rsid w:val="00BC1E8B"/>
    <w:rsid w:val="00BC2140"/>
    <w:rsid w:val="00BC26AF"/>
    <w:rsid w:val="00BD58DA"/>
    <w:rsid w:val="00BD7B7D"/>
    <w:rsid w:val="00BE0C75"/>
    <w:rsid w:val="00BE33E7"/>
    <w:rsid w:val="00BE4E91"/>
    <w:rsid w:val="00BE52A3"/>
    <w:rsid w:val="00BE7C51"/>
    <w:rsid w:val="00BF26CA"/>
    <w:rsid w:val="00BF6F90"/>
    <w:rsid w:val="00BF73FA"/>
    <w:rsid w:val="00BF7B77"/>
    <w:rsid w:val="00C00AAD"/>
    <w:rsid w:val="00C04024"/>
    <w:rsid w:val="00C0628F"/>
    <w:rsid w:val="00C0720E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73D7"/>
    <w:rsid w:val="00C31A8E"/>
    <w:rsid w:val="00C31F2E"/>
    <w:rsid w:val="00C32155"/>
    <w:rsid w:val="00C339CB"/>
    <w:rsid w:val="00C36947"/>
    <w:rsid w:val="00C42927"/>
    <w:rsid w:val="00C43C99"/>
    <w:rsid w:val="00C44A34"/>
    <w:rsid w:val="00C44C87"/>
    <w:rsid w:val="00C46CF2"/>
    <w:rsid w:val="00C47DCA"/>
    <w:rsid w:val="00C50CE2"/>
    <w:rsid w:val="00C5167D"/>
    <w:rsid w:val="00C51B65"/>
    <w:rsid w:val="00C51EA7"/>
    <w:rsid w:val="00C527E9"/>
    <w:rsid w:val="00C52D09"/>
    <w:rsid w:val="00C53D9C"/>
    <w:rsid w:val="00C550A2"/>
    <w:rsid w:val="00C56212"/>
    <w:rsid w:val="00C5795A"/>
    <w:rsid w:val="00C57C26"/>
    <w:rsid w:val="00C61C40"/>
    <w:rsid w:val="00C6393D"/>
    <w:rsid w:val="00C659D4"/>
    <w:rsid w:val="00C660F9"/>
    <w:rsid w:val="00C6657A"/>
    <w:rsid w:val="00C66C64"/>
    <w:rsid w:val="00C72AD9"/>
    <w:rsid w:val="00C74D3C"/>
    <w:rsid w:val="00C81F1F"/>
    <w:rsid w:val="00C81FB9"/>
    <w:rsid w:val="00C82302"/>
    <w:rsid w:val="00C87464"/>
    <w:rsid w:val="00C91DDE"/>
    <w:rsid w:val="00C92DB0"/>
    <w:rsid w:val="00C93E3D"/>
    <w:rsid w:val="00C943A9"/>
    <w:rsid w:val="00C9710D"/>
    <w:rsid w:val="00CA354E"/>
    <w:rsid w:val="00CA3809"/>
    <w:rsid w:val="00CA3C9C"/>
    <w:rsid w:val="00CA7E53"/>
    <w:rsid w:val="00CB07C0"/>
    <w:rsid w:val="00CB1980"/>
    <w:rsid w:val="00CB2314"/>
    <w:rsid w:val="00CB5E88"/>
    <w:rsid w:val="00CB72E0"/>
    <w:rsid w:val="00CB7B0C"/>
    <w:rsid w:val="00CB7BFE"/>
    <w:rsid w:val="00CC0672"/>
    <w:rsid w:val="00CC10F9"/>
    <w:rsid w:val="00CC1AE5"/>
    <w:rsid w:val="00CC37E8"/>
    <w:rsid w:val="00CC4221"/>
    <w:rsid w:val="00CC5819"/>
    <w:rsid w:val="00CC5B51"/>
    <w:rsid w:val="00CC5E29"/>
    <w:rsid w:val="00CC73BD"/>
    <w:rsid w:val="00CD0D1B"/>
    <w:rsid w:val="00CD2782"/>
    <w:rsid w:val="00CD34B8"/>
    <w:rsid w:val="00CD61C9"/>
    <w:rsid w:val="00CD76CD"/>
    <w:rsid w:val="00CE05D2"/>
    <w:rsid w:val="00CE0D97"/>
    <w:rsid w:val="00CE37D3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078C5"/>
    <w:rsid w:val="00D11327"/>
    <w:rsid w:val="00D11340"/>
    <w:rsid w:val="00D126C2"/>
    <w:rsid w:val="00D1532B"/>
    <w:rsid w:val="00D24501"/>
    <w:rsid w:val="00D35BD9"/>
    <w:rsid w:val="00D361E0"/>
    <w:rsid w:val="00D40ACA"/>
    <w:rsid w:val="00D4231C"/>
    <w:rsid w:val="00D427D1"/>
    <w:rsid w:val="00D42868"/>
    <w:rsid w:val="00D46998"/>
    <w:rsid w:val="00D472E7"/>
    <w:rsid w:val="00D47538"/>
    <w:rsid w:val="00D5090E"/>
    <w:rsid w:val="00D50BBC"/>
    <w:rsid w:val="00D51CDE"/>
    <w:rsid w:val="00D5291E"/>
    <w:rsid w:val="00D5329E"/>
    <w:rsid w:val="00D53882"/>
    <w:rsid w:val="00D550A9"/>
    <w:rsid w:val="00D61B8A"/>
    <w:rsid w:val="00D61EB2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3EFA"/>
    <w:rsid w:val="00D842F5"/>
    <w:rsid w:val="00D87B78"/>
    <w:rsid w:val="00D914C0"/>
    <w:rsid w:val="00D91F99"/>
    <w:rsid w:val="00DA27AE"/>
    <w:rsid w:val="00DA3A83"/>
    <w:rsid w:val="00DA5A7E"/>
    <w:rsid w:val="00DB004E"/>
    <w:rsid w:val="00DB0594"/>
    <w:rsid w:val="00DB1B2B"/>
    <w:rsid w:val="00DB5FFF"/>
    <w:rsid w:val="00DB6F26"/>
    <w:rsid w:val="00DC0B28"/>
    <w:rsid w:val="00DC1211"/>
    <w:rsid w:val="00DC1C9A"/>
    <w:rsid w:val="00DC311E"/>
    <w:rsid w:val="00DC7519"/>
    <w:rsid w:val="00DC7929"/>
    <w:rsid w:val="00DD04C5"/>
    <w:rsid w:val="00DD2139"/>
    <w:rsid w:val="00DD24A8"/>
    <w:rsid w:val="00DD70D4"/>
    <w:rsid w:val="00DE21DC"/>
    <w:rsid w:val="00DE378C"/>
    <w:rsid w:val="00DE411C"/>
    <w:rsid w:val="00DE6B3A"/>
    <w:rsid w:val="00DE6B7C"/>
    <w:rsid w:val="00DF0559"/>
    <w:rsid w:val="00DF2C72"/>
    <w:rsid w:val="00DF3A1D"/>
    <w:rsid w:val="00DF4210"/>
    <w:rsid w:val="00DF5B83"/>
    <w:rsid w:val="00DF68EE"/>
    <w:rsid w:val="00DF69F9"/>
    <w:rsid w:val="00E02E83"/>
    <w:rsid w:val="00E048C4"/>
    <w:rsid w:val="00E05949"/>
    <w:rsid w:val="00E073B6"/>
    <w:rsid w:val="00E10A43"/>
    <w:rsid w:val="00E112C9"/>
    <w:rsid w:val="00E1167B"/>
    <w:rsid w:val="00E11914"/>
    <w:rsid w:val="00E11F05"/>
    <w:rsid w:val="00E121B7"/>
    <w:rsid w:val="00E15180"/>
    <w:rsid w:val="00E15191"/>
    <w:rsid w:val="00E15629"/>
    <w:rsid w:val="00E16530"/>
    <w:rsid w:val="00E16751"/>
    <w:rsid w:val="00E2096D"/>
    <w:rsid w:val="00E2174A"/>
    <w:rsid w:val="00E306D5"/>
    <w:rsid w:val="00E317E3"/>
    <w:rsid w:val="00E31E75"/>
    <w:rsid w:val="00E33359"/>
    <w:rsid w:val="00E35F45"/>
    <w:rsid w:val="00E362EC"/>
    <w:rsid w:val="00E41C34"/>
    <w:rsid w:val="00E41EFD"/>
    <w:rsid w:val="00E5146F"/>
    <w:rsid w:val="00E74A73"/>
    <w:rsid w:val="00E7533F"/>
    <w:rsid w:val="00E771A6"/>
    <w:rsid w:val="00E77ACB"/>
    <w:rsid w:val="00E81371"/>
    <w:rsid w:val="00E82250"/>
    <w:rsid w:val="00E825DC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E9C"/>
    <w:rsid w:val="00EB3FEA"/>
    <w:rsid w:val="00EB403E"/>
    <w:rsid w:val="00EB4AB9"/>
    <w:rsid w:val="00EC02D0"/>
    <w:rsid w:val="00EC0F6C"/>
    <w:rsid w:val="00EC1833"/>
    <w:rsid w:val="00EC2133"/>
    <w:rsid w:val="00EC356E"/>
    <w:rsid w:val="00EC70B8"/>
    <w:rsid w:val="00ED09BB"/>
    <w:rsid w:val="00ED249E"/>
    <w:rsid w:val="00ED3F31"/>
    <w:rsid w:val="00EE069D"/>
    <w:rsid w:val="00EE09B0"/>
    <w:rsid w:val="00EE152E"/>
    <w:rsid w:val="00EE16FA"/>
    <w:rsid w:val="00EE5C12"/>
    <w:rsid w:val="00EE60CC"/>
    <w:rsid w:val="00EE6544"/>
    <w:rsid w:val="00EE74D7"/>
    <w:rsid w:val="00EF004F"/>
    <w:rsid w:val="00EF039A"/>
    <w:rsid w:val="00EF0BBC"/>
    <w:rsid w:val="00EF0D09"/>
    <w:rsid w:val="00EF1528"/>
    <w:rsid w:val="00EF1E3B"/>
    <w:rsid w:val="00EF46C0"/>
    <w:rsid w:val="00F00FF1"/>
    <w:rsid w:val="00F036EB"/>
    <w:rsid w:val="00F04608"/>
    <w:rsid w:val="00F04E6D"/>
    <w:rsid w:val="00F051BB"/>
    <w:rsid w:val="00F05C69"/>
    <w:rsid w:val="00F06EAA"/>
    <w:rsid w:val="00F07201"/>
    <w:rsid w:val="00F13F2D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6525"/>
    <w:rsid w:val="00F47042"/>
    <w:rsid w:val="00F47F45"/>
    <w:rsid w:val="00F50546"/>
    <w:rsid w:val="00F56178"/>
    <w:rsid w:val="00F64B72"/>
    <w:rsid w:val="00F67813"/>
    <w:rsid w:val="00F7168F"/>
    <w:rsid w:val="00F72B7F"/>
    <w:rsid w:val="00F72FA2"/>
    <w:rsid w:val="00F76FD4"/>
    <w:rsid w:val="00F77703"/>
    <w:rsid w:val="00F85990"/>
    <w:rsid w:val="00F86591"/>
    <w:rsid w:val="00F90B65"/>
    <w:rsid w:val="00F91382"/>
    <w:rsid w:val="00F95E72"/>
    <w:rsid w:val="00F95F9E"/>
    <w:rsid w:val="00F968FC"/>
    <w:rsid w:val="00FA3165"/>
    <w:rsid w:val="00FA5D89"/>
    <w:rsid w:val="00FA7C4E"/>
    <w:rsid w:val="00FB0B35"/>
    <w:rsid w:val="00FB0F3E"/>
    <w:rsid w:val="00FB2ED5"/>
    <w:rsid w:val="00FB50AF"/>
    <w:rsid w:val="00FB5554"/>
    <w:rsid w:val="00FB771A"/>
    <w:rsid w:val="00FC06EE"/>
    <w:rsid w:val="00FC4A30"/>
    <w:rsid w:val="00FD2F53"/>
    <w:rsid w:val="00FD305C"/>
    <w:rsid w:val="00FD5D74"/>
    <w:rsid w:val="00FD7C3A"/>
    <w:rsid w:val="00FE22DB"/>
    <w:rsid w:val="00FE31B0"/>
    <w:rsid w:val="00FE6910"/>
    <w:rsid w:val="00FE6C24"/>
    <w:rsid w:val="00FE75FE"/>
    <w:rsid w:val="00FF3933"/>
    <w:rsid w:val="00FF3B60"/>
    <w:rsid w:val="155DEE78"/>
    <w:rsid w:val="163A1A48"/>
    <w:rsid w:val="21BA13F8"/>
    <w:rsid w:val="22F90DF6"/>
    <w:rsid w:val="259AEBFF"/>
    <w:rsid w:val="2736BC60"/>
    <w:rsid w:val="2BA76764"/>
    <w:rsid w:val="30F70A53"/>
    <w:rsid w:val="32DCC493"/>
    <w:rsid w:val="3597E76C"/>
    <w:rsid w:val="3B5F1B82"/>
    <w:rsid w:val="42E4EB4C"/>
    <w:rsid w:val="4408233B"/>
    <w:rsid w:val="441A285B"/>
    <w:rsid w:val="4505FDC8"/>
    <w:rsid w:val="460EC4D0"/>
    <w:rsid w:val="56BFDF79"/>
    <w:rsid w:val="593501E2"/>
    <w:rsid w:val="59DE57DE"/>
    <w:rsid w:val="61AAC00A"/>
    <w:rsid w:val="69450CAE"/>
    <w:rsid w:val="78B8BB85"/>
    <w:rsid w:val="78F4CB78"/>
    <w:rsid w:val="793CEDA7"/>
    <w:rsid w:val="7C2B5EE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DF69F9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B5205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A0F5B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B61E0E"/>
    <w:pPr>
      <w:widowControl w:val="0"/>
      <w:autoSpaceDE w:val="0"/>
      <w:autoSpaceDN w:val="0"/>
      <w:spacing w:after="0"/>
    </w:pPr>
    <w:rPr>
      <w:rFonts w:ascii="Arial MT" w:eastAsia="Arial MT" w:hAnsi="Arial MT" w:cs="Arial MT"/>
      <w:sz w:val="22"/>
      <w:szCs w:val="22"/>
      <w:lang w:val="es-ES" w:eastAsia="en-US"/>
    </w:rPr>
  </w:style>
  <w:style w:type="paragraph" w:styleId="Revisin">
    <w:name w:val="Revision"/>
    <w:hidden/>
    <w:uiPriority w:val="99"/>
    <w:semiHidden/>
    <w:rsid w:val="002F1F24"/>
    <w:rPr>
      <w:sz w:val="24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b.mx/cms/uploads/attachment/file/825150/FF-ASEA-046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34BFCA-C79A-451E-BE2E-89DC70D6897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2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7FF04A-C306-45C7-AEEB-1A24D9BE5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550D16-E0B2-4861-8126-9B414C3378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2</TotalTime>
  <Pages>2</Pages>
  <Words>886</Words>
  <Characters>4875</Characters>
  <Application>Microsoft Office Word</Application>
  <DocSecurity>0</DocSecurity>
  <Lines>40</Lines>
  <Paragraphs>11</Paragraphs>
  <ScaleCrop>false</ScaleCrop>
  <Manager>DGGOI</Manager>
  <Company>E-diseñadores</Company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KCSR</dc:creator>
  <cp:lastModifiedBy>Gabriela Ángeles Serrano</cp:lastModifiedBy>
  <cp:revision>2</cp:revision>
  <cp:lastPrinted>2017-07-26T20:04:00Z</cp:lastPrinted>
  <dcterms:created xsi:type="dcterms:W3CDTF">2025-07-30T00:56:00Z</dcterms:created>
  <dcterms:modified xsi:type="dcterms:W3CDTF">2025-07-30T00:56:00Z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